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240" w:rsidRDefault="005622E7" w:rsidP="005078E8">
      <w:pPr>
        <w:pStyle w:val="Heading1"/>
        <w:spacing w:line="240" w:lineRule="auto"/>
      </w:pPr>
      <w:r>
        <w:t>Biology Unit One Exam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6"/>
        <w:gridCol w:w="2974"/>
        <w:gridCol w:w="450"/>
        <w:gridCol w:w="1046"/>
        <w:gridCol w:w="3634"/>
      </w:tblGrid>
      <w:tr w:rsidR="00F25240" w:rsidRPr="00A96382" w:rsidTr="00BF68F1">
        <w:trPr>
          <w:trHeight w:val="360"/>
        </w:trPr>
        <w:tc>
          <w:tcPr>
            <w:tcW w:w="1256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  <w:r>
              <w:t>Instructor:</w:t>
            </w:r>
          </w:p>
        </w:tc>
        <w:tc>
          <w:tcPr>
            <w:tcW w:w="2974" w:type="dxa"/>
            <w:vAlign w:val="bottom"/>
          </w:tcPr>
          <w:p w:rsidR="00F25240" w:rsidRPr="00A96382" w:rsidRDefault="005622E7" w:rsidP="005078E8">
            <w:pPr>
              <w:spacing w:line="240" w:lineRule="auto"/>
            </w:pPr>
            <w:r>
              <w:t xml:space="preserve">Mr. </w:t>
            </w:r>
            <w:proofErr w:type="spellStart"/>
            <w:r>
              <w:t>Wasko</w:t>
            </w:r>
            <w:proofErr w:type="spellEnd"/>
          </w:p>
        </w:tc>
        <w:tc>
          <w:tcPr>
            <w:tcW w:w="450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  <w:tc>
          <w:tcPr>
            <w:tcW w:w="1046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  <w:r w:rsidRPr="007A51B2">
              <w:t>Name</w:t>
            </w:r>
            <w:r>
              <w:t>:</w:t>
            </w:r>
          </w:p>
        </w:tc>
        <w:tc>
          <w:tcPr>
            <w:tcW w:w="3634" w:type="dxa"/>
            <w:tcBorders>
              <w:bottom w:val="single" w:sz="4" w:space="0" w:color="auto"/>
            </w:tcBorders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</w:tr>
      <w:tr w:rsidR="00F25240" w:rsidRPr="00A96382" w:rsidTr="00BF68F1">
        <w:trPr>
          <w:trHeight w:val="360"/>
        </w:trPr>
        <w:tc>
          <w:tcPr>
            <w:tcW w:w="1256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  <w:r>
              <w:t>Results:</w:t>
            </w:r>
          </w:p>
        </w:tc>
        <w:tc>
          <w:tcPr>
            <w:tcW w:w="2974" w:type="dxa"/>
            <w:tcBorders>
              <w:bottom w:val="single" w:sz="4" w:space="0" w:color="auto"/>
            </w:tcBorders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  <w:tc>
          <w:tcPr>
            <w:tcW w:w="450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  <w:tc>
          <w:tcPr>
            <w:tcW w:w="1046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  <w:r w:rsidRPr="00A96382">
              <w:t>Class</w:t>
            </w:r>
            <w:r>
              <w:t>: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40" w:rsidRPr="00A96382" w:rsidRDefault="005622E7" w:rsidP="005078E8">
            <w:pPr>
              <w:spacing w:line="240" w:lineRule="auto"/>
            </w:pPr>
            <w:r>
              <w:t>Biology</w:t>
            </w:r>
          </w:p>
        </w:tc>
      </w:tr>
      <w:tr w:rsidR="00F25240" w:rsidRPr="00A96382" w:rsidTr="00BF68F1">
        <w:trPr>
          <w:trHeight w:val="360"/>
        </w:trPr>
        <w:tc>
          <w:tcPr>
            <w:tcW w:w="1256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  <w:tc>
          <w:tcPr>
            <w:tcW w:w="2974" w:type="dxa"/>
            <w:tcBorders>
              <w:top w:val="single" w:sz="4" w:space="0" w:color="auto"/>
            </w:tcBorders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  <w:tc>
          <w:tcPr>
            <w:tcW w:w="450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  <w:tc>
          <w:tcPr>
            <w:tcW w:w="1046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  <w:r w:rsidRPr="00A96382">
              <w:t>Period</w:t>
            </w:r>
            <w:r>
              <w:t>: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40" w:rsidRPr="00A96382" w:rsidRDefault="005622E7" w:rsidP="005078E8">
            <w:pPr>
              <w:spacing w:line="240" w:lineRule="auto"/>
            </w:pPr>
            <w:r>
              <w:t>3</w:t>
            </w:r>
          </w:p>
        </w:tc>
      </w:tr>
      <w:tr w:rsidR="00F25240" w:rsidRPr="00A96382" w:rsidTr="00BF68F1">
        <w:trPr>
          <w:trHeight w:val="360"/>
        </w:trPr>
        <w:tc>
          <w:tcPr>
            <w:tcW w:w="1256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  <w:tc>
          <w:tcPr>
            <w:tcW w:w="2974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  <w:tc>
          <w:tcPr>
            <w:tcW w:w="450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</w:p>
        </w:tc>
        <w:tc>
          <w:tcPr>
            <w:tcW w:w="1046" w:type="dxa"/>
            <w:vAlign w:val="bottom"/>
          </w:tcPr>
          <w:p w:rsidR="00F25240" w:rsidRPr="00A96382" w:rsidRDefault="00F25240" w:rsidP="005078E8">
            <w:pPr>
              <w:spacing w:line="240" w:lineRule="auto"/>
            </w:pPr>
            <w:r w:rsidRPr="00A96382">
              <w:t>Date</w:t>
            </w:r>
            <w:r>
              <w:t>: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40" w:rsidRPr="00A96382" w:rsidRDefault="005622E7" w:rsidP="005078E8">
            <w:pPr>
              <w:spacing w:line="240" w:lineRule="auto"/>
            </w:pPr>
            <w:r>
              <w:t>12/13/14</w:t>
            </w:r>
          </w:p>
        </w:tc>
      </w:tr>
    </w:tbl>
    <w:p w:rsidR="00F25240" w:rsidRPr="00A96382" w:rsidRDefault="003E7DC7" w:rsidP="005078E8">
      <w:pPr>
        <w:pStyle w:val="Instructions"/>
      </w:pPr>
      <w:r>
        <w:tab/>
      </w:r>
      <w:r w:rsidR="00BC0DD5">
        <w:t xml:space="preserve">Test is </w:t>
      </w:r>
      <w:r w:rsidR="00AD5F06">
        <w:t>forty</w:t>
      </w:r>
      <w:r w:rsidR="00BC0DD5">
        <w:t>-four</w:t>
      </w:r>
      <w:r w:rsidR="00383802">
        <w:t xml:space="preserve"> questions and is </w:t>
      </w:r>
      <w:r w:rsidR="00BC0DD5">
        <w:t>worth fifty</w:t>
      </w:r>
      <w:r w:rsidR="00383802">
        <w:t xml:space="preserve"> points. </w:t>
      </w:r>
      <w:r w:rsidR="005622E7">
        <w:t xml:space="preserve">Carefully read each question and </w:t>
      </w:r>
      <w:r>
        <w:tab/>
      </w:r>
      <w:r w:rsidR="005622E7">
        <w:t>circle the correct answer.</w:t>
      </w:r>
      <w:r w:rsidR="001E59FF">
        <w:t xml:space="preserve"> One point per </w:t>
      </w:r>
      <w:r w:rsidR="001E59FF" w:rsidRPr="00C83725">
        <w:rPr>
          <w:b/>
        </w:rPr>
        <w:t>Multiple Choice</w:t>
      </w:r>
      <w:r w:rsidR="001E59FF">
        <w:t xml:space="preserve"> question</w:t>
      </w:r>
      <w:r w:rsidR="00AD5F06">
        <w:t>. A</w:t>
      </w:r>
      <w:r w:rsidR="00053A36">
        <w:t xml:space="preserve">nswer all twenty </w:t>
      </w:r>
      <w:r>
        <w:tab/>
      </w:r>
      <w:r w:rsidR="00053A36">
        <w:t>questions</w:t>
      </w:r>
      <w:r w:rsidR="001E59FF">
        <w:t xml:space="preserve">. </w:t>
      </w:r>
      <w:r w:rsidR="00925583">
        <w:t xml:space="preserve"> </w:t>
      </w:r>
    </w:p>
    <w:p w:rsidR="00F25240" w:rsidRPr="00CB6B09" w:rsidRDefault="00E67C24" w:rsidP="005078E8">
      <w:pPr>
        <w:pStyle w:val="Question"/>
        <w:spacing w:line="240" w:lineRule="auto"/>
      </w:pPr>
      <w:r>
        <w:t>In what way are all cells alike?</w:t>
      </w:r>
    </w:p>
    <w:p w:rsidR="00F25240" w:rsidRPr="00CB6B09" w:rsidRDefault="00E67C24" w:rsidP="005078E8">
      <w:pPr>
        <w:pStyle w:val="Answer"/>
        <w:spacing w:line="240" w:lineRule="auto"/>
      </w:pPr>
      <w:r>
        <w:t>They require oxygen to live.</w:t>
      </w:r>
    </w:p>
    <w:p w:rsidR="00B2325F" w:rsidRDefault="00E67C24" w:rsidP="005078E8">
      <w:pPr>
        <w:pStyle w:val="Answer"/>
        <w:spacing w:line="240" w:lineRule="auto"/>
      </w:pPr>
      <w:r>
        <w:t>They store their genetic instructions in DNA.</w:t>
      </w:r>
    </w:p>
    <w:p w:rsidR="00F25240" w:rsidRDefault="00082FF5" w:rsidP="005078E8">
      <w:pPr>
        <w:pStyle w:val="Answer"/>
        <w:spacing w:line="240" w:lineRule="auto"/>
      </w:pPr>
      <w:r>
        <w:t>They are about a tenth of a millimeter in diameter.</w:t>
      </w:r>
    </w:p>
    <w:p w:rsidR="00C428B0" w:rsidRDefault="001E6D7B" w:rsidP="005078E8">
      <w:pPr>
        <w:pStyle w:val="Answer"/>
        <w:spacing w:line="240" w:lineRule="auto"/>
      </w:pPr>
      <w:r>
        <w:t>They have a nucleus.</w:t>
      </w:r>
    </w:p>
    <w:p w:rsidR="00B2325F" w:rsidRDefault="00082FF5" w:rsidP="005078E8">
      <w:pPr>
        <w:pStyle w:val="Question"/>
        <w:spacing w:line="240" w:lineRule="auto"/>
        <w:rPr>
          <w:rFonts w:eastAsia="Century Gothic"/>
          <w:szCs w:val="22"/>
        </w:rPr>
      </w:pPr>
      <w:r>
        <w:t>Genetic change by selection are the fundamentals of what process?</w:t>
      </w:r>
    </w:p>
    <w:p w:rsidR="00B2325F" w:rsidRPr="00CB6B09" w:rsidRDefault="00082FF5" w:rsidP="005078E8">
      <w:pPr>
        <w:pStyle w:val="Answer"/>
        <w:spacing w:line="240" w:lineRule="auto"/>
      </w:pPr>
      <w:r>
        <w:t>Evolution</w:t>
      </w:r>
    </w:p>
    <w:p w:rsidR="00B2325F" w:rsidRDefault="00082FF5" w:rsidP="005078E8">
      <w:pPr>
        <w:pStyle w:val="Answer"/>
        <w:spacing w:line="240" w:lineRule="auto"/>
      </w:pPr>
      <w:r>
        <w:t xml:space="preserve">Genetic drift </w:t>
      </w:r>
    </w:p>
    <w:p w:rsidR="00B2325F" w:rsidRDefault="00082FF5" w:rsidP="005078E8">
      <w:pPr>
        <w:pStyle w:val="Answer"/>
        <w:spacing w:line="240" w:lineRule="auto"/>
      </w:pPr>
      <w:r>
        <w:t>DNA duplication</w:t>
      </w:r>
    </w:p>
    <w:p w:rsidR="007C3E9B" w:rsidRDefault="007C3E9B" w:rsidP="005078E8">
      <w:pPr>
        <w:pStyle w:val="Answer"/>
        <w:spacing w:line="240" w:lineRule="auto"/>
      </w:pPr>
      <w:r>
        <w:t>Mutation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082FF5">
        <w:t xml:space="preserve">Which statement is NOT true about the differences between the liver and heart cells from </w:t>
      </w:r>
      <w:proofErr w:type="spellStart"/>
      <w:proofErr w:type="gramStart"/>
      <w:r w:rsidR="00082FF5">
        <w:t>te</w:t>
      </w:r>
      <w:proofErr w:type="spellEnd"/>
      <w:proofErr w:type="gramEnd"/>
      <w:r w:rsidR="00082FF5">
        <w:t xml:space="preserve"> same animal? </w:t>
      </w:r>
    </w:p>
    <w:p w:rsidR="00B2325F" w:rsidRPr="00CB6B09" w:rsidRDefault="00F21E1B" w:rsidP="005078E8">
      <w:pPr>
        <w:pStyle w:val="Answer"/>
        <w:spacing w:line="240" w:lineRule="auto"/>
      </w:pPr>
      <w:r>
        <w:t>The different cells express different genes.</w:t>
      </w:r>
    </w:p>
    <w:p w:rsidR="00B2325F" w:rsidRDefault="00F21E1B" w:rsidP="005078E8">
      <w:pPr>
        <w:pStyle w:val="Answer"/>
        <w:spacing w:line="240" w:lineRule="auto"/>
      </w:pPr>
      <w:r>
        <w:t>The different cells have different roles in the body.</w:t>
      </w:r>
    </w:p>
    <w:p w:rsidR="00B2325F" w:rsidRDefault="00F21E1B" w:rsidP="005078E8">
      <w:pPr>
        <w:pStyle w:val="Answer"/>
        <w:spacing w:line="240" w:lineRule="auto"/>
      </w:pPr>
      <w:r>
        <w:t>The different cells have different DNA</w:t>
      </w:r>
      <w:r w:rsidR="00CD163D">
        <w:t>.</w:t>
      </w:r>
    </w:p>
    <w:p w:rsidR="002246D9" w:rsidRDefault="002246D9" w:rsidP="005078E8">
      <w:pPr>
        <w:pStyle w:val="Answer"/>
        <w:spacing w:line="240" w:lineRule="auto"/>
      </w:pPr>
      <w:r>
        <w:t>The different cells have different forms of being self-sufficient.</w:t>
      </w:r>
    </w:p>
    <w:p w:rsidR="002319DF" w:rsidRPr="002319DF" w:rsidRDefault="00B2325F" w:rsidP="005078E8">
      <w:pPr>
        <w:pStyle w:val="Question"/>
        <w:numPr>
          <w:ilvl w:val="0"/>
          <w:numId w:val="0"/>
        </w:numPr>
        <w:spacing w:line="240" w:lineRule="auto"/>
        <w:ind w:left="360"/>
        <w:rPr>
          <w:rFonts w:eastAsia="Century Gothic"/>
          <w:szCs w:val="22"/>
        </w:rPr>
      </w:pPr>
      <w:r>
        <w:t xml:space="preserve"> </w:t>
      </w:r>
    </w:p>
    <w:p w:rsidR="002319DF" w:rsidRPr="002319DF" w:rsidRDefault="002319DF" w:rsidP="005078E8">
      <w:pPr>
        <w:pStyle w:val="Question"/>
        <w:numPr>
          <w:ilvl w:val="0"/>
          <w:numId w:val="0"/>
        </w:numPr>
        <w:spacing w:line="240" w:lineRule="auto"/>
        <w:ind w:left="360"/>
        <w:rPr>
          <w:rFonts w:eastAsia="Century Gothic"/>
          <w:szCs w:val="22"/>
        </w:rPr>
      </w:pPr>
    </w:p>
    <w:p w:rsidR="00A70E7C" w:rsidRPr="00A70E7C" w:rsidRDefault="00A70E7C" w:rsidP="00A70E7C">
      <w:pPr>
        <w:pStyle w:val="Question"/>
        <w:numPr>
          <w:ilvl w:val="0"/>
          <w:numId w:val="0"/>
        </w:numPr>
        <w:spacing w:line="240" w:lineRule="auto"/>
        <w:ind w:left="720"/>
        <w:rPr>
          <w:rFonts w:eastAsia="Century Gothic"/>
          <w:szCs w:val="22"/>
        </w:rPr>
      </w:pPr>
    </w:p>
    <w:p w:rsidR="00B2325F" w:rsidRDefault="00CD163D" w:rsidP="005078E8">
      <w:pPr>
        <w:pStyle w:val="Question"/>
        <w:spacing w:line="240" w:lineRule="auto"/>
        <w:rPr>
          <w:rFonts w:eastAsia="Century Gothic"/>
          <w:szCs w:val="22"/>
        </w:rPr>
      </w:pPr>
      <w:r>
        <w:lastRenderedPageBreak/>
        <w:t>What do eukaryotic cells have that prokaryotes lack?</w:t>
      </w:r>
    </w:p>
    <w:p w:rsidR="00B2325F" w:rsidRPr="00CB6B09" w:rsidRDefault="00CD163D" w:rsidP="005078E8">
      <w:pPr>
        <w:pStyle w:val="Answer"/>
        <w:spacing w:line="240" w:lineRule="auto"/>
      </w:pPr>
      <w:r>
        <w:t>A cell wall.</w:t>
      </w:r>
    </w:p>
    <w:p w:rsidR="00B2325F" w:rsidRDefault="00CD163D" w:rsidP="005078E8">
      <w:pPr>
        <w:pStyle w:val="Answer"/>
        <w:spacing w:line="240" w:lineRule="auto"/>
      </w:pPr>
      <w:r>
        <w:t>A nucleus and other internal organelles.</w:t>
      </w:r>
    </w:p>
    <w:p w:rsidR="00B2325F" w:rsidRDefault="00CD163D" w:rsidP="005078E8">
      <w:pPr>
        <w:pStyle w:val="Answer"/>
        <w:spacing w:line="240" w:lineRule="auto"/>
      </w:pPr>
      <w:r>
        <w:t>A means of generating their own energy.</w:t>
      </w:r>
    </w:p>
    <w:p w:rsidR="006428B5" w:rsidRDefault="0046663B" w:rsidP="005078E8">
      <w:pPr>
        <w:pStyle w:val="Answer"/>
        <w:spacing w:line="240" w:lineRule="auto"/>
      </w:pPr>
      <w:r>
        <w:t>A capsule.</w:t>
      </w:r>
    </w:p>
    <w:p w:rsidR="00904CA5" w:rsidRDefault="00904CA5" w:rsidP="005078E8">
      <w:pPr>
        <w:pStyle w:val="Answer"/>
        <w:numPr>
          <w:ilvl w:val="0"/>
          <w:numId w:val="0"/>
        </w:numPr>
        <w:spacing w:line="240" w:lineRule="auto"/>
        <w:ind w:left="1080"/>
      </w:pPr>
    </w:p>
    <w:p w:rsidR="00904CA5" w:rsidRPr="00904CA5" w:rsidRDefault="00B2325F" w:rsidP="005078E8">
      <w:pPr>
        <w:pStyle w:val="Question"/>
        <w:tabs>
          <w:tab w:val="clear" w:pos="720"/>
          <w:tab w:val="num" w:pos="360"/>
        </w:tabs>
        <w:spacing w:line="240" w:lineRule="auto"/>
        <w:ind w:left="360" w:hanging="360"/>
        <w:rPr>
          <w:rFonts w:eastAsia="Century Gothic"/>
          <w:szCs w:val="22"/>
        </w:rPr>
      </w:pPr>
      <w:r>
        <w:t xml:space="preserve"> </w:t>
      </w:r>
      <w:r w:rsidR="00904CA5">
        <w:t>Which of the following are prokaryotes?</w:t>
      </w:r>
    </w:p>
    <w:p w:rsidR="00B2325F" w:rsidRPr="00CB6B09" w:rsidRDefault="00904CA5" w:rsidP="005078E8">
      <w:pPr>
        <w:pStyle w:val="Answer"/>
        <w:spacing w:line="240" w:lineRule="auto"/>
      </w:pPr>
      <w:r>
        <w:t xml:space="preserve">Plants and animals </w:t>
      </w:r>
    </w:p>
    <w:p w:rsidR="00B2325F" w:rsidRDefault="00904CA5" w:rsidP="005078E8">
      <w:pPr>
        <w:pStyle w:val="Answer"/>
        <w:spacing w:line="240" w:lineRule="auto"/>
      </w:pPr>
      <w:r>
        <w:t>Bacteria and fungi</w:t>
      </w:r>
    </w:p>
    <w:p w:rsidR="00B2325F" w:rsidRDefault="00904CA5" w:rsidP="005078E8">
      <w:pPr>
        <w:pStyle w:val="Answer"/>
        <w:spacing w:line="240" w:lineRule="auto"/>
      </w:pPr>
      <w:r>
        <w:t>Archaea and bacteria</w:t>
      </w:r>
    </w:p>
    <w:p w:rsidR="00761D48" w:rsidRDefault="00761D48" w:rsidP="005078E8">
      <w:pPr>
        <w:pStyle w:val="Answer"/>
        <w:spacing w:line="240" w:lineRule="auto"/>
      </w:pPr>
      <w:r>
        <w:t>Animals and archaea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904CA5">
        <w:t>What statement is NOT true about prokaryotes?</w:t>
      </w:r>
    </w:p>
    <w:p w:rsidR="00B2325F" w:rsidRPr="00CB6B09" w:rsidRDefault="00904CA5" w:rsidP="005078E8">
      <w:pPr>
        <w:pStyle w:val="Answer"/>
        <w:spacing w:line="240" w:lineRule="auto"/>
      </w:pPr>
      <w:r>
        <w:t>Prokaryotes store their genetic information in a nucleus.</w:t>
      </w:r>
    </w:p>
    <w:p w:rsidR="00B2325F" w:rsidRDefault="00904CA5" w:rsidP="005078E8">
      <w:pPr>
        <w:pStyle w:val="Answer"/>
        <w:spacing w:line="240" w:lineRule="auto"/>
      </w:pPr>
      <w:r>
        <w:t>Prokaryotes use DNA to store their genetic information</w:t>
      </w:r>
      <w:r w:rsidR="00B05529">
        <w:t>.</w:t>
      </w:r>
    </w:p>
    <w:p w:rsidR="00B2325F" w:rsidRDefault="00904CA5" w:rsidP="005078E8">
      <w:pPr>
        <w:pStyle w:val="Answer"/>
        <w:spacing w:line="240" w:lineRule="auto"/>
      </w:pPr>
      <w:r>
        <w:t>Prokaryotes are mostly single-called organisms, but some are multicellular.</w:t>
      </w:r>
    </w:p>
    <w:p w:rsidR="00761D48" w:rsidRDefault="00761D48" w:rsidP="005078E8">
      <w:pPr>
        <w:pStyle w:val="Answer"/>
        <w:spacing w:line="240" w:lineRule="auto"/>
      </w:pPr>
      <w:r>
        <w:t xml:space="preserve">Prokaryotes vary widely in shape and sizes.  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904CA5">
        <w:t>Which of the following has a nucleus?</w:t>
      </w:r>
    </w:p>
    <w:p w:rsidR="00B2325F" w:rsidRPr="00CB6B09" w:rsidRDefault="00904CA5" w:rsidP="005078E8">
      <w:pPr>
        <w:pStyle w:val="Answer"/>
        <w:spacing w:line="240" w:lineRule="auto"/>
      </w:pPr>
      <w:r>
        <w:t xml:space="preserve">Archaea </w:t>
      </w:r>
    </w:p>
    <w:p w:rsidR="00B2325F" w:rsidRDefault="00904CA5" w:rsidP="005078E8">
      <w:pPr>
        <w:pStyle w:val="Answer"/>
        <w:spacing w:line="240" w:lineRule="auto"/>
      </w:pPr>
      <w:r>
        <w:t xml:space="preserve">Bacteria </w:t>
      </w:r>
    </w:p>
    <w:p w:rsidR="004B2777" w:rsidRDefault="00904CA5" w:rsidP="005078E8">
      <w:pPr>
        <w:pStyle w:val="Answer"/>
        <w:spacing w:line="240" w:lineRule="auto"/>
      </w:pPr>
      <w:r>
        <w:t>Yeast</w:t>
      </w:r>
    </w:p>
    <w:p w:rsidR="00B2325F" w:rsidRDefault="004B2777" w:rsidP="005078E8">
      <w:pPr>
        <w:pStyle w:val="Answer"/>
        <w:spacing w:line="240" w:lineRule="auto"/>
      </w:pPr>
      <w:r>
        <w:t>Chloroplast</w:t>
      </w:r>
      <w:r w:rsidR="00904CA5">
        <w:t xml:space="preserve"> 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E148DB">
        <w:t>Which statement is NOT true of chloroplast</w:t>
      </w:r>
    </w:p>
    <w:p w:rsidR="00B2325F" w:rsidRPr="00CB6B09" w:rsidRDefault="00E148DB" w:rsidP="005078E8">
      <w:pPr>
        <w:pStyle w:val="Answer"/>
        <w:spacing w:line="240" w:lineRule="auto"/>
      </w:pPr>
      <w:r>
        <w:t>Chloroplasts produce food molecules and generate oxygen.</w:t>
      </w:r>
    </w:p>
    <w:p w:rsidR="00B2325F" w:rsidRDefault="00E148DB" w:rsidP="005078E8">
      <w:pPr>
        <w:pStyle w:val="Answer"/>
        <w:spacing w:line="240" w:lineRule="auto"/>
      </w:pPr>
      <w:r>
        <w:t xml:space="preserve">Chloroplasts are present in essentially all eukaryotic cells. </w:t>
      </w:r>
    </w:p>
    <w:p w:rsidR="00B2325F" w:rsidRDefault="00E148DB" w:rsidP="005078E8">
      <w:pPr>
        <w:pStyle w:val="Answer"/>
        <w:spacing w:line="240" w:lineRule="auto"/>
      </w:pPr>
      <w:r>
        <w:t>Chloroplasts are thought to have originated form bacteria.</w:t>
      </w:r>
    </w:p>
    <w:p w:rsidR="00E148DB" w:rsidRDefault="00E148DB" w:rsidP="005078E8">
      <w:pPr>
        <w:pStyle w:val="Answer"/>
        <w:spacing w:line="240" w:lineRule="auto"/>
      </w:pPr>
      <w:r>
        <w:t>Chloroplasts contain their own DNA.</w:t>
      </w:r>
    </w:p>
    <w:p w:rsidR="00B17F1B" w:rsidRDefault="00B17F1B" w:rsidP="00B17F1B">
      <w:pPr>
        <w:pStyle w:val="Question"/>
        <w:numPr>
          <w:ilvl w:val="0"/>
          <w:numId w:val="0"/>
        </w:numPr>
        <w:ind w:left="720" w:hanging="720"/>
      </w:pPr>
    </w:p>
    <w:p w:rsidR="00B17F1B" w:rsidRDefault="00B17F1B" w:rsidP="00B17F1B">
      <w:pPr>
        <w:pStyle w:val="Question"/>
        <w:numPr>
          <w:ilvl w:val="0"/>
          <w:numId w:val="0"/>
        </w:numPr>
        <w:ind w:left="720" w:hanging="720"/>
      </w:pPr>
    </w:p>
    <w:p w:rsidR="00B2325F" w:rsidRPr="00B17F1B" w:rsidRDefault="00B2325F" w:rsidP="00B17F1B">
      <w:pPr>
        <w:pStyle w:val="Question"/>
        <w:spacing w:line="240" w:lineRule="auto"/>
        <w:rPr>
          <w:rFonts w:eastAsia="Century Gothic"/>
          <w:szCs w:val="22"/>
        </w:rPr>
      </w:pPr>
      <w:r>
        <w:lastRenderedPageBreak/>
        <w:t xml:space="preserve"> </w:t>
      </w:r>
      <w:r w:rsidR="001472A4">
        <w:t>Which of the following organelles is a small, irregularly shaped organelle in which intracellular digestion occurs.</w:t>
      </w:r>
    </w:p>
    <w:p w:rsidR="00B2325F" w:rsidRPr="00CB6B09" w:rsidRDefault="001472A4" w:rsidP="005078E8">
      <w:pPr>
        <w:pStyle w:val="Answer"/>
        <w:spacing w:line="240" w:lineRule="auto"/>
      </w:pPr>
      <w:r>
        <w:t>Mitochondrion</w:t>
      </w:r>
    </w:p>
    <w:p w:rsidR="00B2325F" w:rsidRDefault="001472A4" w:rsidP="005078E8">
      <w:pPr>
        <w:pStyle w:val="Answer"/>
        <w:spacing w:line="240" w:lineRule="auto"/>
      </w:pPr>
      <w:r>
        <w:t>The endoplasmic reticulum</w:t>
      </w:r>
    </w:p>
    <w:p w:rsidR="00B2325F" w:rsidRDefault="001472A4" w:rsidP="005078E8">
      <w:pPr>
        <w:pStyle w:val="Answer"/>
        <w:spacing w:line="240" w:lineRule="auto"/>
      </w:pPr>
      <w:r>
        <w:t>Lysosome</w:t>
      </w:r>
    </w:p>
    <w:p w:rsidR="00610178" w:rsidRDefault="00610178" w:rsidP="005078E8">
      <w:pPr>
        <w:pStyle w:val="Answer"/>
        <w:spacing w:line="240" w:lineRule="auto"/>
      </w:pPr>
      <w:r>
        <w:t xml:space="preserve">The Golgi apparatus 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FA1200">
        <w:t>What mediates the exchange of materials between the endoplasmic reticulum, Golgi apparatus, the lysosomes and the outside of the cell?</w:t>
      </w:r>
    </w:p>
    <w:p w:rsidR="00B2325F" w:rsidRPr="00CB6B09" w:rsidRDefault="00612E1F" w:rsidP="005078E8">
      <w:pPr>
        <w:pStyle w:val="Answer"/>
        <w:spacing w:line="240" w:lineRule="auto"/>
      </w:pPr>
      <w:r>
        <w:t>The cytosol</w:t>
      </w:r>
    </w:p>
    <w:p w:rsidR="00B2325F" w:rsidRDefault="00612E1F" w:rsidP="005078E8">
      <w:pPr>
        <w:pStyle w:val="Answer"/>
        <w:spacing w:line="240" w:lineRule="auto"/>
      </w:pPr>
      <w:r>
        <w:t>Ribosomes</w:t>
      </w:r>
    </w:p>
    <w:p w:rsidR="00B2325F" w:rsidRDefault="00612E1F" w:rsidP="005078E8">
      <w:pPr>
        <w:pStyle w:val="Answer"/>
        <w:spacing w:line="240" w:lineRule="auto"/>
      </w:pPr>
      <w:r>
        <w:t>Peroxisomes</w:t>
      </w:r>
    </w:p>
    <w:p w:rsidR="00612E1F" w:rsidRDefault="00612E1F" w:rsidP="005078E8">
      <w:pPr>
        <w:pStyle w:val="Answer"/>
        <w:spacing w:line="240" w:lineRule="auto"/>
      </w:pPr>
      <w:r>
        <w:t>Vesicles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612E1F">
        <w:t>What is the name of the process by which eukaryotic cells engulf very large particles, or even entire foreign cells?</w:t>
      </w:r>
    </w:p>
    <w:p w:rsidR="00B2325F" w:rsidRPr="00CB6B09" w:rsidRDefault="00612E1F" w:rsidP="005078E8">
      <w:pPr>
        <w:pStyle w:val="Answer"/>
        <w:spacing w:line="240" w:lineRule="auto"/>
      </w:pPr>
      <w:r>
        <w:t xml:space="preserve">Endocytosis </w:t>
      </w:r>
    </w:p>
    <w:p w:rsidR="00B2325F" w:rsidRDefault="00612E1F" w:rsidP="005078E8">
      <w:pPr>
        <w:pStyle w:val="Answer"/>
        <w:spacing w:line="240" w:lineRule="auto"/>
      </w:pPr>
      <w:r>
        <w:t xml:space="preserve">Pinocytosis </w:t>
      </w:r>
    </w:p>
    <w:p w:rsidR="00B2325F" w:rsidRDefault="00612E1F" w:rsidP="005078E8">
      <w:pPr>
        <w:pStyle w:val="Answer"/>
        <w:spacing w:line="240" w:lineRule="auto"/>
      </w:pPr>
      <w:r>
        <w:t>Exocytosis</w:t>
      </w:r>
    </w:p>
    <w:p w:rsidR="00612E1F" w:rsidRDefault="00612E1F" w:rsidP="005078E8">
      <w:pPr>
        <w:pStyle w:val="Answer"/>
        <w:spacing w:line="240" w:lineRule="auto"/>
      </w:pPr>
      <w:r>
        <w:t>Lymphocytosis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A3419C">
        <w:t>The largest single compartment in most cells is:</w:t>
      </w:r>
    </w:p>
    <w:p w:rsidR="00B2325F" w:rsidRPr="00CB6B09" w:rsidRDefault="00A3419C" w:rsidP="005078E8">
      <w:pPr>
        <w:pStyle w:val="Answer"/>
        <w:spacing w:line="240" w:lineRule="auto"/>
      </w:pPr>
      <w:r>
        <w:t>The nucleus.</w:t>
      </w:r>
    </w:p>
    <w:p w:rsidR="00B2325F" w:rsidRDefault="00A3419C" w:rsidP="005078E8">
      <w:pPr>
        <w:pStyle w:val="Answer"/>
        <w:spacing w:line="240" w:lineRule="auto"/>
      </w:pPr>
      <w:r>
        <w:t>The Golgi apparatus.</w:t>
      </w:r>
    </w:p>
    <w:p w:rsidR="00B2325F" w:rsidRDefault="00A3419C" w:rsidP="005078E8">
      <w:pPr>
        <w:pStyle w:val="Answer"/>
        <w:spacing w:line="240" w:lineRule="auto"/>
      </w:pPr>
      <w:r>
        <w:t>The lysosome.</w:t>
      </w:r>
    </w:p>
    <w:p w:rsidR="004A264F" w:rsidRDefault="00A3419C" w:rsidP="004A264F">
      <w:pPr>
        <w:pStyle w:val="Answer"/>
        <w:spacing w:line="240" w:lineRule="auto"/>
      </w:pPr>
      <w:r>
        <w:t>The cytosol.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12175B">
        <w:t>Which of these is not part of the cytoskeleton?</w:t>
      </w:r>
    </w:p>
    <w:p w:rsidR="00B2325F" w:rsidRPr="00CB6B09" w:rsidRDefault="0012175B" w:rsidP="005078E8">
      <w:pPr>
        <w:pStyle w:val="Answer"/>
        <w:spacing w:line="240" w:lineRule="auto"/>
      </w:pPr>
      <w:r>
        <w:t>Cytosol</w:t>
      </w:r>
    </w:p>
    <w:p w:rsidR="00B2325F" w:rsidRDefault="0012175B" w:rsidP="005078E8">
      <w:pPr>
        <w:pStyle w:val="Answer"/>
        <w:spacing w:line="240" w:lineRule="auto"/>
      </w:pPr>
      <w:r>
        <w:t>Actin filaments</w:t>
      </w:r>
    </w:p>
    <w:p w:rsidR="00B2325F" w:rsidRDefault="0012175B" w:rsidP="005078E8">
      <w:pPr>
        <w:pStyle w:val="Answer"/>
        <w:spacing w:line="240" w:lineRule="auto"/>
      </w:pPr>
      <w:r>
        <w:t>Microtubules</w:t>
      </w:r>
    </w:p>
    <w:p w:rsidR="0012175B" w:rsidRDefault="0012175B" w:rsidP="005078E8">
      <w:pPr>
        <w:pStyle w:val="Answer"/>
        <w:spacing w:line="240" w:lineRule="auto"/>
      </w:pPr>
      <w:r>
        <w:t>Intermediate filaments</w:t>
      </w:r>
    </w:p>
    <w:p w:rsidR="004A264F" w:rsidRDefault="004A264F" w:rsidP="004A264F">
      <w:pPr>
        <w:pStyle w:val="Question"/>
        <w:numPr>
          <w:ilvl w:val="0"/>
          <w:numId w:val="0"/>
        </w:numPr>
        <w:ind w:left="720" w:hanging="720"/>
      </w:pPr>
    </w:p>
    <w:p w:rsidR="004A264F" w:rsidRDefault="004A264F" w:rsidP="004A264F">
      <w:pPr>
        <w:pStyle w:val="Question"/>
        <w:numPr>
          <w:ilvl w:val="0"/>
          <w:numId w:val="0"/>
        </w:numPr>
        <w:ind w:left="720" w:hanging="720"/>
      </w:pP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lastRenderedPageBreak/>
        <w:t xml:space="preserve"> </w:t>
      </w:r>
      <w:r w:rsidR="003634C8">
        <w:t>What role is not performed by the cytoskeleton?</w:t>
      </w:r>
    </w:p>
    <w:p w:rsidR="00B2325F" w:rsidRPr="00CB6B09" w:rsidRDefault="003634C8" w:rsidP="005078E8">
      <w:pPr>
        <w:pStyle w:val="Answer"/>
        <w:spacing w:line="240" w:lineRule="auto"/>
      </w:pPr>
      <w:r>
        <w:t>Pulling duplicated chromosomes to opposite poles in dividing cells.</w:t>
      </w:r>
    </w:p>
    <w:p w:rsidR="00B2325F" w:rsidRDefault="003634C8" w:rsidP="005078E8">
      <w:pPr>
        <w:pStyle w:val="Answer"/>
        <w:spacing w:line="240" w:lineRule="auto"/>
      </w:pPr>
      <w:r>
        <w:t>Transporting organelles and molecules from one place to another in the cytoplasm.</w:t>
      </w:r>
    </w:p>
    <w:p w:rsidR="00B2325F" w:rsidRDefault="003634C8" w:rsidP="005078E8">
      <w:pPr>
        <w:pStyle w:val="Answer"/>
        <w:spacing w:line="240" w:lineRule="auto"/>
      </w:pPr>
      <w:r>
        <w:t>Generating chemical energy.</w:t>
      </w:r>
    </w:p>
    <w:p w:rsidR="003634C8" w:rsidRDefault="003634C8" w:rsidP="005078E8">
      <w:pPr>
        <w:pStyle w:val="Answer"/>
        <w:spacing w:line="240" w:lineRule="auto"/>
      </w:pPr>
      <w:r>
        <w:t>Controlling cell shape and cell movement.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670A74">
        <w:t xml:space="preserve">What is NOT a reason </w:t>
      </w:r>
      <w:proofErr w:type="gramStart"/>
      <w:r w:rsidR="00670A74">
        <w:t>scientists</w:t>
      </w:r>
      <w:proofErr w:type="gramEnd"/>
      <w:r w:rsidR="00670A74">
        <w:t xml:space="preserve"> study yeast?</w:t>
      </w:r>
    </w:p>
    <w:p w:rsidR="00B2325F" w:rsidRPr="00CB6B09" w:rsidRDefault="00670A74" w:rsidP="005078E8">
      <w:pPr>
        <w:pStyle w:val="Answer"/>
        <w:spacing w:line="240" w:lineRule="auto"/>
      </w:pPr>
      <w:r>
        <w:t>It carries out all the basic tasks a eukaryotic cell must perform.</w:t>
      </w:r>
    </w:p>
    <w:p w:rsidR="00B2325F" w:rsidRDefault="00670A74" w:rsidP="005078E8">
      <w:pPr>
        <w:pStyle w:val="Answer"/>
        <w:spacing w:line="240" w:lineRule="auto"/>
      </w:pPr>
      <w:r>
        <w:t>It lacks a nucleus so it is easy to genetically manipulate</w:t>
      </w:r>
    </w:p>
    <w:p w:rsidR="00670A74" w:rsidRDefault="00670A74" w:rsidP="005078E8">
      <w:pPr>
        <w:pStyle w:val="Answer"/>
        <w:spacing w:line="240" w:lineRule="auto"/>
      </w:pPr>
      <w:r>
        <w:t xml:space="preserve">It is as closely related to animals as it is plants </w:t>
      </w:r>
    </w:p>
    <w:p w:rsidR="00B2325F" w:rsidRDefault="00670A74" w:rsidP="005078E8">
      <w:pPr>
        <w:pStyle w:val="Answer"/>
        <w:spacing w:line="240" w:lineRule="auto"/>
      </w:pPr>
      <w:r>
        <w:t>It reproduces rapidly in the lab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887588">
        <w:t>Which of the following is a model plant used by scientists:</w:t>
      </w:r>
    </w:p>
    <w:p w:rsidR="00B2325F" w:rsidRPr="00887588" w:rsidRDefault="00887588" w:rsidP="005078E8">
      <w:pPr>
        <w:pStyle w:val="Answer"/>
        <w:spacing w:line="240" w:lineRule="auto"/>
        <w:rPr>
          <w:i/>
        </w:rPr>
      </w:pPr>
      <w:r w:rsidRPr="00887588">
        <w:rPr>
          <w:i/>
        </w:rPr>
        <w:t>Saccharomyces cerevisiae</w:t>
      </w:r>
    </w:p>
    <w:p w:rsidR="00B2325F" w:rsidRPr="00887588" w:rsidRDefault="00887588" w:rsidP="005078E8">
      <w:pPr>
        <w:pStyle w:val="Answer"/>
        <w:spacing w:line="240" w:lineRule="auto"/>
        <w:rPr>
          <w:i/>
        </w:rPr>
      </w:pPr>
      <w:r w:rsidRPr="00887588">
        <w:rPr>
          <w:i/>
        </w:rPr>
        <w:t>Arabidopsis</w:t>
      </w:r>
    </w:p>
    <w:p w:rsidR="00B2325F" w:rsidRDefault="00887588" w:rsidP="005078E8">
      <w:pPr>
        <w:pStyle w:val="Answer"/>
        <w:spacing w:line="240" w:lineRule="auto"/>
      </w:pPr>
      <w:proofErr w:type="spellStart"/>
      <w:r w:rsidRPr="005B0A53">
        <w:rPr>
          <w:i/>
        </w:rPr>
        <w:t>Elegan</w:t>
      </w:r>
      <w:r>
        <w:t>s</w:t>
      </w:r>
      <w:proofErr w:type="spellEnd"/>
    </w:p>
    <w:p w:rsidR="00887588" w:rsidRPr="005B0A53" w:rsidRDefault="00887588" w:rsidP="005078E8">
      <w:pPr>
        <w:pStyle w:val="Answer"/>
        <w:spacing w:line="240" w:lineRule="auto"/>
        <w:rPr>
          <w:i/>
        </w:rPr>
      </w:pPr>
      <w:r w:rsidRPr="005B0A53">
        <w:rPr>
          <w:i/>
        </w:rPr>
        <w:t xml:space="preserve">Drosophila 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3E782E">
        <w:t>Which term describes genes (and gene products) related by common ancestral gene?</w:t>
      </w:r>
    </w:p>
    <w:p w:rsidR="00B2325F" w:rsidRPr="00CB6B09" w:rsidRDefault="003E782E" w:rsidP="005078E8">
      <w:pPr>
        <w:pStyle w:val="Answer"/>
        <w:spacing w:line="240" w:lineRule="auto"/>
      </w:pPr>
      <w:r>
        <w:t>Analogous</w:t>
      </w:r>
    </w:p>
    <w:p w:rsidR="00B2325F" w:rsidRDefault="003E782E" w:rsidP="005078E8">
      <w:pPr>
        <w:pStyle w:val="Answer"/>
        <w:spacing w:line="240" w:lineRule="auto"/>
      </w:pPr>
      <w:r>
        <w:t>Homologous</w:t>
      </w:r>
    </w:p>
    <w:p w:rsidR="00B2325F" w:rsidRDefault="003E782E" w:rsidP="005078E8">
      <w:pPr>
        <w:pStyle w:val="Answer"/>
        <w:spacing w:line="240" w:lineRule="auto"/>
      </w:pPr>
      <w:r>
        <w:t>Vestigial</w:t>
      </w:r>
    </w:p>
    <w:p w:rsidR="003E782E" w:rsidRDefault="00D51DA4" w:rsidP="005078E8">
      <w:pPr>
        <w:pStyle w:val="Answer"/>
        <w:spacing w:line="240" w:lineRule="auto"/>
      </w:pPr>
      <w:r>
        <w:t>Heterologous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440FC6">
        <w:t>A group of organisms at any particular level in a classification system is called a</w:t>
      </w:r>
    </w:p>
    <w:p w:rsidR="00B2325F" w:rsidRPr="00CB6B09" w:rsidRDefault="00440FC6" w:rsidP="005078E8">
      <w:pPr>
        <w:pStyle w:val="Answer"/>
        <w:spacing w:line="240" w:lineRule="auto"/>
      </w:pPr>
      <w:r>
        <w:t xml:space="preserve">Species </w:t>
      </w:r>
    </w:p>
    <w:p w:rsidR="00B2325F" w:rsidRDefault="00440FC6" w:rsidP="005078E8">
      <w:pPr>
        <w:pStyle w:val="Answer"/>
        <w:spacing w:line="240" w:lineRule="auto"/>
      </w:pPr>
      <w:r>
        <w:t>Genus</w:t>
      </w:r>
    </w:p>
    <w:p w:rsidR="00B2325F" w:rsidRDefault="00440FC6" w:rsidP="005078E8">
      <w:pPr>
        <w:pStyle w:val="Answer"/>
        <w:spacing w:line="240" w:lineRule="auto"/>
      </w:pPr>
      <w:r>
        <w:t>Taxon</w:t>
      </w:r>
    </w:p>
    <w:p w:rsidR="00440FC6" w:rsidRDefault="00440FC6" w:rsidP="005078E8">
      <w:pPr>
        <w:pStyle w:val="Answer"/>
        <w:spacing w:line="240" w:lineRule="auto"/>
      </w:pPr>
      <w:r>
        <w:t>Phylum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t xml:space="preserve"> </w:t>
      </w:r>
      <w:r w:rsidR="00DA18AB">
        <w:t>The oldest level of taxonomic classification is</w:t>
      </w:r>
    </w:p>
    <w:p w:rsidR="00B2325F" w:rsidRPr="00CB6B09" w:rsidRDefault="00DA18AB" w:rsidP="005078E8">
      <w:pPr>
        <w:pStyle w:val="Answer"/>
        <w:spacing w:line="240" w:lineRule="auto"/>
      </w:pPr>
      <w:r>
        <w:t>Class</w:t>
      </w:r>
    </w:p>
    <w:p w:rsidR="00B2325F" w:rsidRDefault="00DA18AB" w:rsidP="005078E8">
      <w:pPr>
        <w:pStyle w:val="Answer"/>
        <w:spacing w:line="240" w:lineRule="auto"/>
      </w:pPr>
      <w:r>
        <w:t>Family</w:t>
      </w:r>
    </w:p>
    <w:p w:rsidR="00B2325F" w:rsidRDefault="00DA18AB" w:rsidP="005078E8">
      <w:pPr>
        <w:pStyle w:val="Answer"/>
        <w:spacing w:line="240" w:lineRule="auto"/>
      </w:pPr>
      <w:r>
        <w:t>Genus</w:t>
      </w:r>
    </w:p>
    <w:p w:rsidR="009B56A1" w:rsidRDefault="00DA18AB" w:rsidP="005078E8">
      <w:pPr>
        <w:pStyle w:val="Answer"/>
        <w:spacing w:line="240" w:lineRule="auto"/>
      </w:pPr>
      <w:r>
        <w:t>Species</w:t>
      </w:r>
    </w:p>
    <w:p w:rsidR="00B2325F" w:rsidRDefault="00B2325F" w:rsidP="005078E8">
      <w:pPr>
        <w:pStyle w:val="Question"/>
        <w:spacing w:line="240" w:lineRule="auto"/>
        <w:rPr>
          <w:rFonts w:eastAsia="Century Gothic"/>
          <w:szCs w:val="22"/>
        </w:rPr>
      </w:pPr>
      <w:r>
        <w:lastRenderedPageBreak/>
        <w:t xml:space="preserve"> </w:t>
      </w:r>
      <w:r w:rsidR="009B56A1">
        <w:t>In the current taxonomic system, families are grouped into</w:t>
      </w:r>
    </w:p>
    <w:p w:rsidR="00B2325F" w:rsidRPr="00CB6B09" w:rsidRDefault="009B56A1" w:rsidP="005078E8">
      <w:pPr>
        <w:pStyle w:val="Answer"/>
        <w:spacing w:line="240" w:lineRule="auto"/>
      </w:pPr>
      <w:r>
        <w:t xml:space="preserve">Classes </w:t>
      </w:r>
    </w:p>
    <w:p w:rsidR="00B2325F" w:rsidRDefault="00DA18AB" w:rsidP="005078E8">
      <w:pPr>
        <w:pStyle w:val="Answer"/>
        <w:spacing w:line="240" w:lineRule="auto"/>
      </w:pPr>
      <w:r>
        <w:t>Orders</w:t>
      </w:r>
      <w:r w:rsidR="009B56A1">
        <w:t xml:space="preserve"> </w:t>
      </w:r>
    </w:p>
    <w:p w:rsidR="00B2325F" w:rsidRDefault="009B56A1" w:rsidP="005078E8">
      <w:pPr>
        <w:pStyle w:val="Answer"/>
        <w:spacing w:line="240" w:lineRule="auto"/>
      </w:pPr>
      <w:r>
        <w:t>Divisions</w:t>
      </w:r>
    </w:p>
    <w:p w:rsidR="007C57D4" w:rsidRDefault="009B56A1" w:rsidP="005078E8">
      <w:pPr>
        <w:pStyle w:val="Answer"/>
        <w:spacing w:line="240" w:lineRule="auto"/>
      </w:pPr>
      <w:r>
        <w:t>Kingdoms</w:t>
      </w:r>
    </w:p>
    <w:p w:rsidR="007C57D4" w:rsidRPr="007C57D4" w:rsidRDefault="003C3EC8" w:rsidP="005078E8">
      <w:pPr>
        <w:pStyle w:val="Question"/>
        <w:numPr>
          <w:ilvl w:val="0"/>
          <w:numId w:val="0"/>
        </w:numPr>
        <w:spacing w:line="240" w:lineRule="auto"/>
        <w:ind w:left="360"/>
        <w:rPr>
          <w:i/>
        </w:rPr>
      </w:pPr>
      <w:r>
        <w:rPr>
          <w:i/>
        </w:rPr>
        <w:tab/>
      </w:r>
      <w:r w:rsidR="007C57D4" w:rsidRPr="007C57D4">
        <w:rPr>
          <w:i/>
        </w:rPr>
        <w:t xml:space="preserve">One point per </w:t>
      </w:r>
      <w:r w:rsidR="00B731F4">
        <w:rPr>
          <w:b/>
          <w:i/>
        </w:rPr>
        <w:t>True/False</w:t>
      </w:r>
      <w:r w:rsidR="009B7D96">
        <w:rPr>
          <w:i/>
        </w:rPr>
        <w:t xml:space="preserve"> question. </w:t>
      </w:r>
      <w:r w:rsidR="00E34A4D">
        <w:rPr>
          <w:i/>
        </w:rPr>
        <w:t>Answer all eight questions and c</w:t>
      </w:r>
      <w:r w:rsidR="009B7D96">
        <w:rPr>
          <w:i/>
        </w:rPr>
        <w:t xml:space="preserve">ircle the correct </w:t>
      </w:r>
      <w:r>
        <w:rPr>
          <w:i/>
        </w:rPr>
        <w:tab/>
      </w:r>
      <w:r w:rsidR="009B7D96">
        <w:rPr>
          <w:i/>
        </w:rPr>
        <w:t>response.</w:t>
      </w:r>
    </w:p>
    <w:p w:rsidR="00E53321" w:rsidRDefault="00E53321" w:rsidP="005078E8">
      <w:pPr>
        <w:pStyle w:val="Question"/>
        <w:spacing w:line="240" w:lineRule="auto"/>
      </w:pPr>
      <w:r>
        <w:t>Modern Biologist prefer to perceive the phylogenetic tree of organisms as multibranched, rather than linear, with no particular species being “higher”, or superior, to another.</w:t>
      </w:r>
    </w:p>
    <w:p w:rsidR="00E53321" w:rsidRDefault="003E1C3D" w:rsidP="005078E8">
      <w:pPr>
        <w:pStyle w:val="Question"/>
        <w:numPr>
          <w:ilvl w:val="0"/>
          <w:numId w:val="7"/>
        </w:numPr>
        <w:spacing w:line="240" w:lineRule="auto"/>
      </w:pPr>
      <w:r>
        <w:t>True</w:t>
      </w:r>
    </w:p>
    <w:p w:rsidR="003E1C3D" w:rsidRDefault="003E1C3D" w:rsidP="005078E8">
      <w:pPr>
        <w:pStyle w:val="Question"/>
        <w:numPr>
          <w:ilvl w:val="0"/>
          <w:numId w:val="7"/>
        </w:numPr>
        <w:spacing w:line="240" w:lineRule="auto"/>
      </w:pPr>
      <w:r>
        <w:t>False</w:t>
      </w:r>
    </w:p>
    <w:p w:rsidR="003E1C3D" w:rsidRDefault="003E1C3D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3E1C3D" w:rsidRDefault="003E1C3D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3E1C3D" w:rsidRDefault="003E1C3D" w:rsidP="005078E8">
      <w:pPr>
        <w:pStyle w:val="Question"/>
        <w:spacing w:line="240" w:lineRule="auto"/>
      </w:pPr>
      <w:r>
        <w:t>The binomial system of classification was developed by Linnaeus:</w:t>
      </w:r>
    </w:p>
    <w:p w:rsidR="003E1C3D" w:rsidRDefault="003E1C3D" w:rsidP="005078E8">
      <w:pPr>
        <w:pStyle w:val="Question"/>
        <w:numPr>
          <w:ilvl w:val="0"/>
          <w:numId w:val="8"/>
        </w:numPr>
        <w:spacing w:line="240" w:lineRule="auto"/>
      </w:pPr>
      <w:r>
        <w:t>True</w:t>
      </w:r>
    </w:p>
    <w:p w:rsidR="00765DDE" w:rsidRDefault="003E1C3D" w:rsidP="005078E8">
      <w:pPr>
        <w:pStyle w:val="Question"/>
        <w:numPr>
          <w:ilvl w:val="0"/>
          <w:numId w:val="8"/>
        </w:numPr>
        <w:spacing w:line="240" w:lineRule="auto"/>
      </w:pPr>
      <w:r>
        <w:t>False</w:t>
      </w:r>
    </w:p>
    <w:p w:rsidR="00765DDE" w:rsidRDefault="00765DDE" w:rsidP="005078E8">
      <w:pPr>
        <w:pStyle w:val="Question"/>
        <w:spacing w:line="240" w:lineRule="auto"/>
      </w:pPr>
      <w:r>
        <w:t xml:space="preserve"> Throughout the world, official species names are in Greek:</w:t>
      </w:r>
    </w:p>
    <w:p w:rsidR="00765DDE" w:rsidRDefault="00765DDE" w:rsidP="005078E8">
      <w:pPr>
        <w:pStyle w:val="Question"/>
        <w:numPr>
          <w:ilvl w:val="0"/>
          <w:numId w:val="9"/>
        </w:numPr>
        <w:spacing w:line="240" w:lineRule="auto"/>
      </w:pPr>
      <w:r>
        <w:t>True</w:t>
      </w:r>
    </w:p>
    <w:p w:rsidR="00765DDE" w:rsidRDefault="00765DDE" w:rsidP="005078E8">
      <w:pPr>
        <w:pStyle w:val="Question"/>
        <w:numPr>
          <w:ilvl w:val="0"/>
          <w:numId w:val="9"/>
        </w:numPr>
        <w:spacing w:line="240" w:lineRule="auto"/>
      </w:pPr>
      <w:r>
        <w:t>False</w:t>
      </w:r>
    </w:p>
    <w:p w:rsidR="00EF37D9" w:rsidRDefault="00EF37D9" w:rsidP="00EF37D9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EF37D9" w:rsidRDefault="00EF37D9" w:rsidP="00EF37D9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765DDE" w:rsidRDefault="00765DDE" w:rsidP="005078E8">
      <w:pPr>
        <w:pStyle w:val="Question"/>
        <w:spacing w:line="240" w:lineRule="auto"/>
      </w:pPr>
      <w:r>
        <w:lastRenderedPageBreak/>
        <w:t xml:space="preserve"> The oldest level of taxonomic classification is a genus:</w:t>
      </w:r>
    </w:p>
    <w:p w:rsidR="00765DDE" w:rsidRDefault="00765DDE" w:rsidP="005078E8">
      <w:pPr>
        <w:pStyle w:val="Question"/>
        <w:numPr>
          <w:ilvl w:val="0"/>
          <w:numId w:val="10"/>
        </w:numPr>
        <w:spacing w:line="240" w:lineRule="auto"/>
      </w:pPr>
      <w:r>
        <w:t>True</w:t>
      </w:r>
    </w:p>
    <w:p w:rsidR="00765DDE" w:rsidRDefault="00765DDE" w:rsidP="005078E8">
      <w:pPr>
        <w:pStyle w:val="Question"/>
        <w:numPr>
          <w:ilvl w:val="0"/>
          <w:numId w:val="10"/>
        </w:numPr>
        <w:spacing w:line="240" w:lineRule="auto"/>
      </w:pPr>
      <w:r>
        <w:t>False</w:t>
      </w:r>
    </w:p>
    <w:p w:rsidR="00962A02" w:rsidRDefault="00962A02" w:rsidP="005078E8">
      <w:pPr>
        <w:pStyle w:val="Question"/>
        <w:spacing w:line="240" w:lineRule="auto"/>
      </w:pPr>
      <w:r>
        <w:t xml:space="preserve"> Polynomial classification has recently begun to replace the binomial system</w:t>
      </w:r>
    </w:p>
    <w:p w:rsidR="00962A02" w:rsidRDefault="00962A02" w:rsidP="005078E8">
      <w:pPr>
        <w:pStyle w:val="Question"/>
        <w:numPr>
          <w:ilvl w:val="0"/>
          <w:numId w:val="11"/>
        </w:numPr>
        <w:spacing w:line="240" w:lineRule="auto"/>
      </w:pPr>
      <w:r>
        <w:t>True</w:t>
      </w:r>
    </w:p>
    <w:p w:rsidR="00962A02" w:rsidRDefault="00962A02" w:rsidP="005078E8">
      <w:pPr>
        <w:pStyle w:val="Question"/>
        <w:numPr>
          <w:ilvl w:val="0"/>
          <w:numId w:val="11"/>
        </w:numPr>
        <w:spacing w:line="240" w:lineRule="auto"/>
      </w:pPr>
      <w:r>
        <w:t>False</w:t>
      </w:r>
    </w:p>
    <w:p w:rsidR="00962A02" w:rsidRDefault="00962A02" w:rsidP="005078E8">
      <w:pPr>
        <w:pStyle w:val="Question"/>
        <w:spacing w:line="240" w:lineRule="auto"/>
      </w:pPr>
      <w:r>
        <w:t xml:space="preserve"> The scientific name is derived from the genus and species to which an organism </w:t>
      </w:r>
      <w:r w:rsidR="003D3036">
        <w:t xml:space="preserve">   </w:t>
      </w:r>
      <w:r>
        <w:t>belongs.</w:t>
      </w:r>
    </w:p>
    <w:p w:rsidR="003D3036" w:rsidRDefault="00AE4FA4" w:rsidP="005078E8">
      <w:pPr>
        <w:pStyle w:val="Question"/>
        <w:numPr>
          <w:ilvl w:val="0"/>
          <w:numId w:val="12"/>
        </w:numPr>
        <w:spacing w:line="240" w:lineRule="auto"/>
      </w:pPr>
      <w:r>
        <w:t>True</w:t>
      </w:r>
    </w:p>
    <w:p w:rsidR="00AE4FA4" w:rsidRDefault="00AE4FA4" w:rsidP="005078E8">
      <w:pPr>
        <w:pStyle w:val="Question"/>
        <w:numPr>
          <w:ilvl w:val="0"/>
          <w:numId w:val="12"/>
        </w:numPr>
        <w:spacing w:line="240" w:lineRule="auto"/>
      </w:pPr>
      <w:r>
        <w:t>False</w:t>
      </w:r>
    </w:p>
    <w:p w:rsidR="00AE4FA4" w:rsidRDefault="00AE4FA4" w:rsidP="005078E8">
      <w:pPr>
        <w:pStyle w:val="Question"/>
        <w:numPr>
          <w:ilvl w:val="0"/>
          <w:numId w:val="0"/>
        </w:numPr>
        <w:spacing w:line="240" w:lineRule="auto"/>
        <w:ind w:left="1440"/>
      </w:pPr>
    </w:p>
    <w:p w:rsidR="00AE4FA4" w:rsidRDefault="00AE4FA4" w:rsidP="005078E8">
      <w:pPr>
        <w:pStyle w:val="Question"/>
        <w:spacing w:line="240" w:lineRule="auto"/>
      </w:pPr>
      <w:r>
        <w:t xml:space="preserve"> Biologists currently recognize three kingdoms: Plants, Animals and </w:t>
      </w:r>
      <w:proofErr w:type="spellStart"/>
      <w:r>
        <w:t>Protists</w:t>
      </w:r>
      <w:proofErr w:type="spellEnd"/>
      <w:r>
        <w:t>.</w:t>
      </w:r>
    </w:p>
    <w:p w:rsidR="00AE4FA4" w:rsidRDefault="00AE4FA4" w:rsidP="005078E8">
      <w:pPr>
        <w:pStyle w:val="Question"/>
        <w:numPr>
          <w:ilvl w:val="0"/>
          <w:numId w:val="13"/>
        </w:numPr>
        <w:spacing w:line="240" w:lineRule="auto"/>
      </w:pPr>
      <w:r>
        <w:t xml:space="preserve">True </w:t>
      </w:r>
    </w:p>
    <w:p w:rsidR="00AE4FA4" w:rsidRDefault="00AE4FA4" w:rsidP="005078E8">
      <w:pPr>
        <w:pStyle w:val="Question"/>
        <w:numPr>
          <w:ilvl w:val="0"/>
          <w:numId w:val="13"/>
        </w:numPr>
        <w:spacing w:line="240" w:lineRule="auto"/>
      </w:pPr>
      <w:r>
        <w:t xml:space="preserve">False </w:t>
      </w:r>
    </w:p>
    <w:p w:rsidR="00AE4FA4" w:rsidRDefault="00E76857" w:rsidP="005078E8">
      <w:pPr>
        <w:pStyle w:val="Question"/>
        <w:spacing w:line="240" w:lineRule="auto"/>
      </w:pPr>
      <w:r>
        <w:t xml:space="preserve"> A cladogram conveys information about ancestors and descendants of an organism.</w:t>
      </w:r>
    </w:p>
    <w:p w:rsidR="00E76857" w:rsidRDefault="00E76857" w:rsidP="005078E8">
      <w:pPr>
        <w:pStyle w:val="Question"/>
        <w:numPr>
          <w:ilvl w:val="0"/>
          <w:numId w:val="14"/>
        </w:numPr>
        <w:spacing w:line="240" w:lineRule="auto"/>
      </w:pPr>
      <w:r>
        <w:t>True</w:t>
      </w:r>
    </w:p>
    <w:p w:rsidR="009E0A94" w:rsidRDefault="00E76857" w:rsidP="005078E8">
      <w:pPr>
        <w:pStyle w:val="Question"/>
        <w:numPr>
          <w:ilvl w:val="0"/>
          <w:numId w:val="14"/>
        </w:numPr>
        <w:spacing w:line="240" w:lineRule="auto"/>
      </w:pPr>
      <w:r>
        <w:t xml:space="preserve">False </w:t>
      </w:r>
    </w:p>
    <w:p w:rsidR="00AB0E90" w:rsidRDefault="00AB0E90" w:rsidP="005078E8">
      <w:pPr>
        <w:pStyle w:val="Question"/>
        <w:numPr>
          <w:ilvl w:val="0"/>
          <w:numId w:val="0"/>
        </w:numPr>
        <w:spacing w:line="240" w:lineRule="auto"/>
        <w:ind w:left="720" w:hanging="720"/>
        <w:rPr>
          <w:i/>
        </w:rPr>
      </w:pPr>
    </w:p>
    <w:p w:rsidR="00AB0E90" w:rsidRDefault="00AB0E90" w:rsidP="005078E8">
      <w:pPr>
        <w:pStyle w:val="Question"/>
        <w:numPr>
          <w:ilvl w:val="0"/>
          <w:numId w:val="0"/>
        </w:numPr>
        <w:spacing w:line="240" w:lineRule="auto"/>
        <w:ind w:left="720" w:hanging="720"/>
        <w:rPr>
          <w:i/>
        </w:rPr>
      </w:pPr>
    </w:p>
    <w:p w:rsidR="009E0A94" w:rsidRDefault="00492CA3" w:rsidP="005078E8">
      <w:pPr>
        <w:pStyle w:val="Question"/>
        <w:numPr>
          <w:ilvl w:val="0"/>
          <w:numId w:val="0"/>
        </w:numPr>
        <w:spacing w:line="240" w:lineRule="auto"/>
        <w:ind w:left="720" w:hanging="720"/>
        <w:rPr>
          <w:i/>
        </w:rPr>
      </w:pPr>
      <w:r>
        <w:rPr>
          <w:i/>
        </w:rPr>
        <w:lastRenderedPageBreak/>
        <w:tab/>
      </w:r>
      <w:r w:rsidR="009E0A94" w:rsidRPr="009E0A94">
        <w:rPr>
          <w:i/>
        </w:rPr>
        <w:t xml:space="preserve">One point per </w:t>
      </w:r>
      <w:r w:rsidR="009E0A94" w:rsidRPr="009E0A94">
        <w:rPr>
          <w:b/>
          <w:i/>
        </w:rPr>
        <w:t>Matching</w:t>
      </w:r>
      <w:r w:rsidR="00806F20">
        <w:rPr>
          <w:i/>
        </w:rPr>
        <w:t xml:space="preserve"> Question. Answer </w:t>
      </w:r>
      <w:r w:rsidR="00E34A4D">
        <w:rPr>
          <w:i/>
        </w:rPr>
        <w:t>all ten</w:t>
      </w:r>
      <w:r w:rsidR="00A30455">
        <w:rPr>
          <w:i/>
        </w:rPr>
        <w:t xml:space="preserve"> </w:t>
      </w:r>
      <w:r w:rsidR="00806F20">
        <w:rPr>
          <w:i/>
        </w:rPr>
        <w:t xml:space="preserve">questions with </w:t>
      </w:r>
      <w:r w:rsidR="0003029D">
        <w:rPr>
          <w:i/>
        </w:rPr>
        <w:t xml:space="preserve">the </w:t>
      </w:r>
      <w:r w:rsidR="00806F20">
        <w:rPr>
          <w:i/>
        </w:rPr>
        <w:t xml:space="preserve">proper letter next to </w:t>
      </w:r>
      <w:r w:rsidR="0003029D">
        <w:rPr>
          <w:i/>
        </w:rPr>
        <w:t xml:space="preserve">the </w:t>
      </w:r>
      <w:r w:rsidR="00806F20">
        <w:rPr>
          <w:i/>
        </w:rPr>
        <w:t>correct statement.</w:t>
      </w:r>
    </w:p>
    <w:p w:rsidR="00CE54D8" w:rsidRDefault="00CE54D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A.</w:t>
      </w:r>
      <w:r w:rsidR="00C629F9">
        <w:tab/>
        <w:t>Domain Bacteria</w:t>
      </w:r>
    </w:p>
    <w:p w:rsidR="00CE54D8" w:rsidRDefault="00CE54D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B.</w:t>
      </w:r>
      <w:r w:rsidR="00C629F9">
        <w:tab/>
        <w:t>Domain Archaea</w:t>
      </w:r>
    </w:p>
    <w:p w:rsidR="00CE54D8" w:rsidRDefault="00CE54D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C.</w:t>
      </w:r>
      <w:r w:rsidR="00C629F9">
        <w:tab/>
        <w:t>Domain Eukarya</w:t>
      </w:r>
    </w:p>
    <w:p w:rsidR="00CE54D8" w:rsidRDefault="00CE54D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D.</w:t>
      </w:r>
      <w:r w:rsidR="00C629F9">
        <w:tab/>
        <w:t>Population</w:t>
      </w:r>
    </w:p>
    <w:p w:rsidR="00CE54D8" w:rsidRDefault="00CE54D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E.</w:t>
      </w:r>
      <w:r w:rsidR="00C629F9">
        <w:tab/>
        <w:t>Community</w:t>
      </w:r>
    </w:p>
    <w:p w:rsidR="00CE54D8" w:rsidRDefault="00CE54D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F.</w:t>
      </w:r>
      <w:r w:rsidR="00C629F9">
        <w:tab/>
        <w:t>Ecosystem</w:t>
      </w:r>
    </w:p>
    <w:p w:rsidR="00CE54D8" w:rsidRDefault="00CE54D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H.</w:t>
      </w:r>
      <w:r w:rsidR="00C629F9">
        <w:tab/>
      </w:r>
      <w:r w:rsidR="00806F20">
        <w:t>Bio system</w:t>
      </w:r>
    </w:p>
    <w:p w:rsidR="00C629F9" w:rsidRDefault="00CE54D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I.</w:t>
      </w:r>
      <w:r w:rsidR="00C629F9">
        <w:tab/>
        <w:t>Metabolism</w:t>
      </w:r>
    </w:p>
    <w:p w:rsidR="00CE54D8" w:rsidRDefault="00CE54D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J.</w:t>
      </w:r>
      <w:r w:rsidR="00C629F9">
        <w:tab/>
        <w:t>Development</w:t>
      </w:r>
    </w:p>
    <w:p w:rsidR="005078E8" w:rsidRDefault="005078E8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K.</w:t>
      </w:r>
      <w:r w:rsidR="00C629F9">
        <w:tab/>
        <w:t>Responsiveness</w:t>
      </w:r>
    </w:p>
    <w:p w:rsidR="00806F20" w:rsidRDefault="00806F20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29.</w:t>
      </w:r>
      <w:r>
        <w:tab/>
        <w:t>Includes the species that causes strep throat</w:t>
      </w:r>
    </w:p>
    <w:p w:rsidR="00F029D2" w:rsidRDefault="00F029D2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30.</w:t>
      </w:r>
      <w:r>
        <w:tab/>
        <w:t xml:space="preserve">Complex cells with a nucleus  </w:t>
      </w:r>
    </w:p>
    <w:p w:rsidR="00F029D2" w:rsidRDefault="00F029D2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31.</w:t>
      </w:r>
      <w:r>
        <w:tab/>
        <w:t>Often live in extreme environments</w:t>
      </w:r>
    </w:p>
    <w:p w:rsidR="00F029D2" w:rsidRDefault="00F029D2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 xml:space="preserve">32. </w:t>
      </w:r>
      <w:r>
        <w:tab/>
        <w:t xml:space="preserve">All living organisms in an area </w:t>
      </w:r>
    </w:p>
    <w:p w:rsidR="00F029D2" w:rsidRDefault="00F029D2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33.</w:t>
      </w:r>
      <w:r>
        <w:tab/>
        <w:t>Group of organisms of the same species</w:t>
      </w:r>
    </w:p>
    <w:p w:rsidR="00F029D2" w:rsidRDefault="00F029D2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34.</w:t>
      </w:r>
      <w:r>
        <w:tab/>
      </w:r>
      <w:r w:rsidR="00B56CB7">
        <w:t>Living biological entity</w:t>
      </w:r>
    </w:p>
    <w:p w:rsidR="00B56CB7" w:rsidRDefault="00B56CB7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35.</w:t>
      </w:r>
      <w:r>
        <w:tab/>
        <w:t xml:space="preserve">All living organisms and the nonliving physical </w:t>
      </w:r>
      <w:r w:rsidR="0065679E">
        <w:t>environment</w:t>
      </w:r>
    </w:p>
    <w:p w:rsidR="0065679E" w:rsidRDefault="0065679E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lastRenderedPageBreak/>
        <w:t>36.</w:t>
      </w:r>
      <w:r>
        <w:tab/>
        <w:t>The process by which an organism grows and changes over time</w:t>
      </w:r>
    </w:p>
    <w:p w:rsidR="0065679E" w:rsidRDefault="0065679E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37.</w:t>
      </w:r>
      <w:r>
        <w:tab/>
        <w:t>The characteristic by which cells utilize energy</w:t>
      </w:r>
    </w:p>
    <w:p w:rsidR="0065679E" w:rsidRDefault="0065679E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38.</w:t>
      </w:r>
      <w:r>
        <w:tab/>
        <w:t>A characteristic by which organisms make accommodations based on th</w:t>
      </w:r>
      <w:r w:rsidR="00314292">
        <w:t>e external and internal energy environment.</w:t>
      </w:r>
    </w:p>
    <w:p w:rsidR="00715BF6" w:rsidRDefault="00492CA3" w:rsidP="005078E8">
      <w:pPr>
        <w:pStyle w:val="Question"/>
        <w:numPr>
          <w:ilvl w:val="0"/>
          <w:numId w:val="0"/>
        </w:numPr>
        <w:spacing w:line="240" w:lineRule="auto"/>
        <w:ind w:left="720" w:hanging="720"/>
        <w:rPr>
          <w:i/>
        </w:rPr>
      </w:pPr>
      <w:r>
        <w:rPr>
          <w:i/>
        </w:rPr>
        <w:tab/>
      </w:r>
      <w:r w:rsidR="00715BF6" w:rsidRPr="00715BF6">
        <w:rPr>
          <w:i/>
        </w:rPr>
        <w:t xml:space="preserve">Each </w:t>
      </w:r>
      <w:r w:rsidR="00715BF6">
        <w:rPr>
          <w:i/>
        </w:rPr>
        <w:t xml:space="preserve">of the three </w:t>
      </w:r>
      <w:r w:rsidR="00715BF6" w:rsidRPr="00715BF6">
        <w:rPr>
          <w:b/>
          <w:i/>
        </w:rPr>
        <w:t>short answer</w:t>
      </w:r>
      <w:r w:rsidR="00715BF6" w:rsidRPr="00715BF6">
        <w:rPr>
          <w:i/>
        </w:rPr>
        <w:t xml:space="preserve"> question</w:t>
      </w:r>
      <w:r w:rsidR="00715BF6">
        <w:rPr>
          <w:i/>
        </w:rPr>
        <w:t>s</w:t>
      </w:r>
      <w:r w:rsidR="00715BF6" w:rsidRPr="00715BF6">
        <w:rPr>
          <w:i/>
        </w:rPr>
        <w:t xml:space="preserve"> is worth one point. </w:t>
      </w:r>
    </w:p>
    <w:p w:rsidR="00715BF6" w:rsidRDefault="00715BF6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39.</w:t>
      </w:r>
      <w:r>
        <w:tab/>
        <w:t xml:space="preserve">In printing scientific names, it is conventional for only the ____________ to be </w:t>
      </w:r>
      <w:r w:rsidR="00FA56CF">
        <w:t>underlined</w:t>
      </w:r>
      <w:r>
        <w:t xml:space="preserve"> or italicized.</w:t>
      </w:r>
    </w:p>
    <w:p w:rsidR="00715BF6" w:rsidRDefault="00715BF6" w:rsidP="00715BF6">
      <w:pPr>
        <w:pStyle w:val="Question"/>
        <w:numPr>
          <w:ilvl w:val="0"/>
          <w:numId w:val="15"/>
        </w:numPr>
        <w:spacing w:line="240" w:lineRule="auto"/>
      </w:pPr>
      <w:r>
        <w:t>Binomia</w:t>
      </w:r>
      <w:r w:rsidRPr="008142FD">
        <w:t>l</w:t>
      </w:r>
    </w:p>
    <w:p w:rsidR="00715BF6" w:rsidRDefault="00715BF6" w:rsidP="00715BF6">
      <w:pPr>
        <w:pStyle w:val="Question"/>
        <w:numPr>
          <w:ilvl w:val="0"/>
          <w:numId w:val="15"/>
        </w:numPr>
        <w:spacing w:line="240" w:lineRule="auto"/>
      </w:pPr>
      <w:r>
        <w:t>Genus</w:t>
      </w:r>
    </w:p>
    <w:p w:rsidR="00715BF6" w:rsidRDefault="00715BF6" w:rsidP="00715BF6">
      <w:pPr>
        <w:pStyle w:val="Question"/>
        <w:numPr>
          <w:ilvl w:val="0"/>
          <w:numId w:val="15"/>
        </w:numPr>
        <w:spacing w:line="240" w:lineRule="auto"/>
      </w:pPr>
      <w:r>
        <w:t xml:space="preserve">Species </w:t>
      </w:r>
    </w:p>
    <w:p w:rsidR="00715BF6" w:rsidRDefault="00715BF6" w:rsidP="00715BF6">
      <w:pPr>
        <w:pStyle w:val="Question"/>
        <w:numPr>
          <w:ilvl w:val="0"/>
          <w:numId w:val="15"/>
        </w:numPr>
        <w:spacing w:line="240" w:lineRule="auto"/>
      </w:pPr>
      <w:r>
        <w:t>Division</w:t>
      </w:r>
    </w:p>
    <w:p w:rsidR="00715BF6" w:rsidRDefault="00715BF6" w:rsidP="00715BF6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 xml:space="preserve">40. </w:t>
      </w:r>
      <w:r w:rsidR="00CF030A">
        <w:tab/>
        <w:t>In printed scientific names, only the ____________ is capitalized.</w:t>
      </w:r>
    </w:p>
    <w:p w:rsidR="00E81499" w:rsidRDefault="00E81499" w:rsidP="00E81499">
      <w:pPr>
        <w:pStyle w:val="Question"/>
        <w:numPr>
          <w:ilvl w:val="0"/>
          <w:numId w:val="16"/>
        </w:numPr>
        <w:spacing w:line="240" w:lineRule="auto"/>
      </w:pPr>
      <w:r>
        <w:t>Family</w:t>
      </w:r>
    </w:p>
    <w:p w:rsidR="00E81499" w:rsidRDefault="00E81499" w:rsidP="00E81499">
      <w:pPr>
        <w:pStyle w:val="Question"/>
        <w:numPr>
          <w:ilvl w:val="0"/>
          <w:numId w:val="16"/>
        </w:numPr>
        <w:spacing w:line="240" w:lineRule="auto"/>
      </w:pPr>
      <w:r>
        <w:t>Class</w:t>
      </w:r>
    </w:p>
    <w:p w:rsidR="00E81499" w:rsidRDefault="00E81499" w:rsidP="00E81499">
      <w:pPr>
        <w:pStyle w:val="Question"/>
        <w:numPr>
          <w:ilvl w:val="0"/>
          <w:numId w:val="16"/>
        </w:numPr>
        <w:spacing w:line="240" w:lineRule="auto"/>
      </w:pPr>
      <w:r>
        <w:t>Species</w:t>
      </w:r>
    </w:p>
    <w:p w:rsidR="00E81499" w:rsidRDefault="00E81499" w:rsidP="00E81499">
      <w:pPr>
        <w:pStyle w:val="Question"/>
        <w:numPr>
          <w:ilvl w:val="0"/>
          <w:numId w:val="16"/>
        </w:numPr>
        <w:spacing w:line="240" w:lineRule="auto"/>
      </w:pPr>
      <w:r>
        <w:t>Genu</w:t>
      </w:r>
      <w:r w:rsidRPr="008142FD">
        <w:t>s</w:t>
      </w:r>
    </w:p>
    <w:p w:rsidR="00A41308" w:rsidRDefault="00A41308" w:rsidP="00A41308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A41308" w:rsidRDefault="00A41308" w:rsidP="00A41308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A41308" w:rsidRDefault="00A41308" w:rsidP="00A41308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A41308" w:rsidRDefault="00A41308" w:rsidP="00A41308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lastRenderedPageBreak/>
        <w:t>41.</w:t>
      </w:r>
      <w:r>
        <w:tab/>
        <w:t xml:space="preserve">A taxon consisting of the most closely related species is called </w:t>
      </w:r>
      <w:r w:rsidR="00D949A9">
        <w:t>a (</w:t>
      </w:r>
      <w:r>
        <w:t>n) _____________.</w:t>
      </w:r>
    </w:p>
    <w:p w:rsidR="00A41308" w:rsidRDefault="00A41308" w:rsidP="00A41308">
      <w:pPr>
        <w:pStyle w:val="Question"/>
        <w:numPr>
          <w:ilvl w:val="0"/>
          <w:numId w:val="17"/>
        </w:numPr>
        <w:spacing w:line="240" w:lineRule="auto"/>
      </w:pPr>
      <w:r>
        <w:t>Family</w:t>
      </w:r>
    </w:p>
    <w:p w:rsidR="00A41308" w:rsidRDefault="00A41308" w:rsidP="00A41308">
      <w:pPr>
        <w:pStyle w:val="Question"/>
        <w:numPr>
          <w:ilvl w:val="0"/>
          <w:numId w:val="17"/>
        </w:numPr>
        <w:spacing w:line="240" w:lineRule="auto"/>
      </w:pPr>
      <w:r>
        <w:t>Order</w:t>
      </w:r>
    </w:p>
    <w:p w:rsidR="00A41308" w:rsidRDefault="00A41308" w:rsidP="00A41308">
      <w:pPr>
        <w:pStyle w:val="Question"/>
        <w:numPr>
          <w:ilvl w:val="0"/>
          <w:numId w:val="17"/>
        </w:numPr>
        <w:spacing w:line="240" w:lineRule="auto"/>
      </w:pPr>
      <w:r>
        <w:t>Genu</w:t>
      </w:r>
      <w:r w:rsidRPr="008142FD">
        <w:t>s</w:t>
      </w:r>
    </w:p>
    <w:p w:rsidR="00A41308" w:rsidRDefault="00A41308" w:rsidP="00A41308">
      <w:pPr>
        <w:pStyle w:val="Question"/>
        <w:numPr>
          <w:ilvl w:val="0"/>
          <w:numId w:val="17"/>
        </w:numPr>
        <w:spacing w:line="240" w:lineRule="auto"/>
      </w:pPr>
      <w:r>
        <w:t>Phylum</w:t>
      </w:r>
    </w:p>
    <w:p w:rsidR="002529D3" w:rsidRPr="002529D3" w:rsidRDefault="0029043B" w:rsidP="002529D3">
      <w:pPr>
        <w:pStyle w:val="Question"/>
        <w:numPr>
          <w:ilvl w:val="0"/>
          <w:numId w:val="0"/>
        </w:numPr>
        <w:spacing w:line="240" w:lineRule="auto"/>
        <w:ind w:left="720" w:hanging="720"/>
        <w:rPr>
          <w:i/>
        </w:rPr>
      </w:pPr>
      <w:r>
        <w:rPr>
          <w:b/>
          <w:i/>
        </w:rPr>
        <w:tab/>
      </w:r>
      <w:r w:rsidR="002529D3" w:rsidRPr="002529D3">
        <w:rPr>
          <w:b/>
          <w:i/>
        </w:rPr>
        <w:t>Essay questions</w:t>
      </w:r>
      <w:r w:rsidR="002529D3" w:rsidRPr="002529D3">
        <w:rPr>
          <w:i/>
        </w:rPr>
        <w:t xml:space="preserve"> are worth three points apiece. Grading on quality not quantity of work.</w:t>
      </w:r>
      <w:r w:rsidR="002529D3">
        <w:rPr>
          <w:i/>
        </w:rPr>
        <w:t xml:space="preserve"> Choose </w:t>
      </w:r>
      <w:r w:rsidR="002529D3" w:rsidRPr="00A143CA">
        <w:rPr>
          <w:b/>
          <w:i/>
        </w:rPr>
        <w:t>any three essay</w:t>
      </w:r>
      <w:r w:rsidR="002529D3">
        <w:rPr>
          <w:i/>
        </w:rPr>
        <w:t xml:space="preserve"> questions to be graded on. </w:t>
      </w:r>
      <w:r w:rsidR="002529D3" w:rsidRPr="002529D3">
        <w:rPr>
          <w:i/>
        </w:rPr>
        <w:t xml:space="preserve"> </w:t>
      </w:r>
    </w:p>
    <w:p w:rsidR="00866B3A" w:rsidRDefault="002529D3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42.</w:t>
      </w:r>
      <w:r w:rsidR="0029043B">
        <w:tab/>
      </w:r>
      <w:r w:rsidR="00866B3A">
        <w:t>Define: Enzyme, substrate, product</w:t>
      </w:r>
    </w:p>
    <w:p w:rsidR="00866B3A" w:rsidRDefault="00866B3A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866B3A" w:rsidRDefault="00866B3A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866B3A" w:rsidRDefault="00866B3A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43.</w:t>
      </w:r>
      <w:r>
        <w:tab/>
        <w:t>Give an example of an organism that is normal flora in most humans, and one that is a pathogen. What do normal flora and pathogen mean?</w:t>
      </w:r>
    </w:p>
    <w:p w:rsidR="00866B3A" w:rsidRDefault="00866B3A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866B3A" w:rsidRDefault="00866B3A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866B3A" w:rsidRDefault="00866B3A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44.</w:t>
      </w:r>
      <w:r>
        <w:tab/>
        <w:t>Give at least four differences between eukaryotic and prokaryotic cells. It what respects are prokaryotic cells simpler than eukaryotic cells? In what respects are they more complex?</w:t>
      </w:r>
    </w:p>
    <w:p w:rsidR="00866B3A" w:rsidRDefault="00866B3A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866B3A" w:rsidRDefault="00866B3A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2529D3" w:rsidRPr="00715BF6" w:rsidRDefault="00866B3A" w:rsidP="002529D3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t>45.</w:t>
      </w:r>
      <w:r>
        <w:tab/>
        <w:t xml:space="preserve">Explain three different functions of a pili. </w:t>
      </w:r>
      <w:r w:rsidR="002529D3">
        <w:tab/>
      </w:r>
    </w:p>
    <w:p w:rsidR="00F029D2" w:rsidRDefault="00F029D2" w:rsidP="005078E8">
      <w:pPr>
        <w:pStyle w:val="Question"/>
        <w:numPr>
          <w:ilvl w:val="0"/>
          <w:numId w:val="0"/>
        </w:numPr>
        <w:spacing w:line="240" w:lineRule="auto"/>
        <w:ind w:left="720" w:hanging="720"/>
      </w:pPr>
    </w:p>
    <w:p w:rsidR="00CE54D8" w:rsidRDefault="00FA56CF" w:rsidP="00FA56CF">
      <w:pPr>
        <w:pStyle w:val="Question"/>
        <w:numPr>
          <w:ilvl w:val="0"/>
          <w:numId w:val="0"/>
        </w:numPr>
        <w:spacing w:line="240" w:lineRule="auto"/>
        <w:ind w:left="720" w:hanging="720"/>
      </w:pPr>
      <w:r>
        <w:lastRenderedPageBreak/>
        <w:tab/>
        <w:t>Answer Sheet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B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A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C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B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C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A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C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B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C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D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A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D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A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C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B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B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B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lastRenderedPageBreak/>
        <w:t>C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C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B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True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True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False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True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 xml:space="preserve">False 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True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False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True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A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C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B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E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D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H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F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lastRenderedPageBreak/>
        <w:t>J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I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K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A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D</w:t>
      </w:r>
    </w:p>
    <w:p w:rsidR="00FA56CF" w:rsidRDefault="00FA56CF" w:rsidP="00FA56CF">
      <w:pPr>
        <w:pStyle w:val="Question"/>
        <w:numPr>
          <w:ilvl w:val="0"/>
          <w:numId w:val="19"/>
        </w:numPr>
        <w:spacing w:line="240" w:lineRule="auto"/>
      </w:pPr>
      <w:r>
        <w:t>C</w:t>
      </w:r>
    </w:p>
    <w:p w:rsidR="00E73402" w:rsidRDefault="00E73402" w:rsidP="00FA56CF">
      <w:pPr>
        <w:pStyle w:val="Question"/>
        <w:numPr>
          <w:ilvl w:val="0"/>
          <w:numId w:val="19"/>
        </w:numPr>
        <w:spacing w:line="240" w:lineRule="auto"/>
      </w:pPr>
      <w:r>
        <w:t xml:space="preserve">– 45. Will be graded based upon student understanding. </w:t>
      </w:r>
      <w:bookmarkStart w:id="0" w:name="_GoBack"/>
      <w:bookmarkEnd w:id="0"/>
    </w:p>
    <w:p w:rsidR="00FA56CF" w:rsidRPr="00CE54D8" w:rsidRDefault="00FA56CF" w:rsidP="00FA56CF">
      <w:pPr>
        <w:pStyle w:val="Question"/>
        <w:numPr>
          <w:ilvl w:val="0"/>
          <w:numId w:val="0"/>
        </w:numPr>
        <w:ind w:left="720"/>
      </w:pPr>
    </w:p>
    <w:p w:rsidR="00765DDE" w:rsidRDefault="00765DDE" w:rsidP="00765DDE">
      <w:pPr>
        <w:pStyle w:val="Question"/>
        <w:numPr>
          <w:ilvl w:val="0"/>
          <w:numId w:val="0"/>
        </w:numPr>
        <w:ind w:left="720"/>
      </w:pPr>
    </w:p>
    <w:p w:rsidR="00765DDE" w:rsidRDefault="00765DDE" w:rsidP="00765DDE">
      <w:pPr>
        <w:pStyle w:val="Question"/>
        <w:numPr>
          <w:ilvl w:val="0"/>
          <w:numId w:val="0"/>
        </w:numPr>
        <w:ind w:left="720"/>
      </w:pPr>
    </w:p>
    <w:p w:rsidR="003E1C3D" w:rsidRDefault="003E1C3D" w:rsidP="003E1C3D">
      <w:pPr>
        <w:pStyle w:val="Question"/>
        <w:numPr>
          <w:ilvl w:val="0"/>
          <w:numId w:val="0"/>
        </w:numPr>
        <w:ind w:left="360"/>
      </w:pPr>
    </w:p>
    <w:p w:rsidR="007C57D4" w:rsidRPr="007C57D4" w:rsidRDefault="007C57D4" w:rsidP="007C57D4">
      <w:pPr>
        <w:pStyle w:val="Question"/>
        <w:numPr>
          <w:ilvl w:val="0"/>
          <w:numId w:val="0"/>
        </w:numPr>
        <w:ind w:left="1080"/>
      </w:pPr>
    </w:p>
    <w:sectPr w:rsidR="007C57D4" w:rsidRPr="007C57D4" w:rsidSect="00B90BB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AD4" w:rsidRDefault="00300AD4" w:rsidP="00255410">
      <w:pPr>
        <w:spacing w:line="240" w:lineRule="auto"/>
      </w:pPr>
      <w:r>
        <w:separator/>
      </w:r>
    </w:p>
  </w:endnote>
  <w:endnote w:type="continuationSeparator" w:id="0">
    <w:p w:rsidR="00300AD4" w:rsidRDefault="00300AD4" w:rsidP="002554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25F" w:rsidRDefault="00B2325F" w:rsidP="00CB6B09">
    <w:pPr>
      <w:jc w:val="right"/>
    </w:pPr>
    <w:r>
      <w:t xml:space="preserve">Page </w:t>
    </w:r>
    <w:r w:rsidR="00300AD4">
      <w:fldChar w:fldCharType="begin"/>
    </w:r>
    <w:r w:rsidR="00300AD4">
      <w:instrText xml:space="preserve"> PAGE   \* MERGEFORMAT </w:instrText>
    </w:r>
    <w:r w:rsidR="00300AD4">
      <w:fldChar w:fldCharType="separate"/>
    </w:r>
    <w:r w:rsidR="00E73402">
      <w:rPr>
        <w:noProof/>
      </w:rPr>
      <w:t>11</w:t>
    </w:r>
    <w:r w:rsidR="00300AD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AD4" w:rsidRDefault="00300AD4" w:rsidP="00255410">
      <w:pPr>
        <w:spacing w:line="240" w:lineRule="auto"/>
      </w:pPr>
      <w:r>
        <w:separator/>
      </w:r>
    </w:p>
  </w:footnote>
  <w:footnote w:type="continuationSeparator" w:id="0">
    <w:p w:rsidR="00300AD4" w:rsidRDefault="00300AD4" w:rsidP="002554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51E7"/>
    <w:multiLevelType w:val="hybridMultilevel"/>
    <w:tmpl w:val="8A02D0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ED1B2F"/>
    <w:multiLevelType w:val="hybridMultilevel"/>
    <w:tmpl w:val="FDDA53C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63410A"/>
    <w:multiLevelType w:val="hybridMultilevel"/>
    <w:tmpl w:val="9C66621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DC0CEA"/>
    <w:multiLevelType w:val="hybridMultilevel"/>
    <w:tmpl w:val="6174F4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202BC5"/>
    <w:multiLevelType w:val="hybridMultilevel"/>
    <w:tmpl w:val="C8ACE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204C7"/>
    <w:multiLevelType w:val="multilevel"/>
    <w:tmpl w:val="9A1C8920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entury Gothic" w:hAnsi="Century Gothic" w:hint="default"/>
        <w:sz w:val="18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19837405"/>
    <w:multiLevelType w:val="hybridMultilevel"/>
    <w:tmpl w:val="8CD8C9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573EC4"/>
    <w:multiLevelType w:val="hybridMultilevel"/>
    <w:tmpl w:val="4DC2965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FB31F0"/>
    <w:multiLevelType w:val="hybridMultilevel"/>
    <w:tmpl w:val="EFD69E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D453E5"/>
    <w:multiLevelType w:val="hybridMultilevel"/>
    <w:tmpl w:val="326E0DB4"/>
    <w:lvl w:ilvl="0" w:tplc="3B9428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B48E5"/>
    <w:multiLevelType w:val="hybridMultilevel"/>
    <w:tmpl w:val="D696F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35DC0"/>
    <w:multiLevelType w:val="hybridMultilevel"/>
    <w:tmpl w:val="D116C8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0BD2DF4"/>
    <w:multiLevelType w:val="hybridMultilevel"/>
    <w:tmpl w:val="26B8A3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A7B6E1D"/>
    <w:multiLevelType w:val="hybridMultilevel"/>
    <w:tmpl w:val="2CFE89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40135A"/>
    <w:multiLevelType w:val="hybridMultilevel"/>
    <w:tmpl w:val="0E2870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1C3290C"/>
    <w:multiLevelType w:val="hybridMultilevel"/>
    <w:tmpl w:val="E60AB9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9A86D27"/>
    <w:multiLevelType w:val="multilevel"/>
    <w:tmpl w:val="9A1C8920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entury Gothic" w:hAnsi="Century Gothic" w:hint="default"/>
        <w:sz w:val="18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7A4801DE"/>
    <w:multiLevelType w:val="hybridMultilevel"/>
    <w:tmpl w:val="FA481F7C"/>
    <w:lvl w:ilvl="0" w:tplc="B34E2FF4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D23048B"/>
    <w:multiLevelType w:val="hybridMultilevel"/>
    <w:tmpl w:val="E68ACE80"/>
    <w:lvl w:ilvl="0" w:tplc="BFD83FC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87A55EE">
      <w:start w:val="1"/>
      <w:numFmt w:val="lowerLetter"/>
      <w:pStyle w:val="Answ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8"/>
  </w:num>
  <w:num w:numId="4">
    <w:abstractNumId w:val="17"/>
  </w:num>
  <w:num w:numId="5">
    <w:abstractNumId w:val="9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2"/>
  </w:num>
  <w:num w:numId="11">
    <w:abstractNumId w:val="12"/>
  </w:num>
  <w:num w:numId="12">
    <w:abstractNumId w:val="13"/>
  </w:num>
  <w:num w:numId="13">
    <w:abstractNumId w:val="15"/>
  </w:num>
  <w:num w:numId="14">
    <w:abstractNumId w:val="6"/>
  </w:num>
  <w:num w:numId="15">
    <w:abstractNumId w:val="7"/>
  </w:num>
  <w:num w:numId="16">
    <w:abstractNumId w:val="14"/>
  </w:num>
  <w:num w:numId="17">
    <w:abstractNumId w:val="3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E7"/>
    <w:rsid w:val="0003029D"/>
    <w:rsid w:val="00053A36"/>
    <w:rsid w:val="00082FF5"/>
    <w:rsid w:val="0008467A"/>
    <w:rsid w:val="000B04D4"/>
    <w:rsid w:val="000C068F"/>
    <w:rsid w:val="000E547E"/>
    <w:rsid w:val="00101008"/>
    <w:rsid w:val="00116C1C"/>
    <w:rsid w:val="0012175B"/>
    <w:rsid w:val="001472A4"/>
    <w:rsid w:val="00165434"/>
    <w:rsid w:val="0016738F"/>
    <w:rsid w:val="00177F7B"/>
    <w:rsid w:val="001E59FF"/>
    <w:rsid w:val="001E5BBE"/>
    <w:rsid w:val="001E6D7B"/>
    <w:rsid w:val="00200503"/>
    <w:rsid w:val="00214061"/>
    <w:rsid w:val="002246D9"/>
    <w:rsid w:val="002319DF"/>
    <w:rsid w:val="002528C1"/>
    <w:rsid w:val="002529D3"/>
    <w:rsid w:val="00255410"/>
    <w:rsid w:val="00286ADB"/>
    <w:rsid w:val="0029043B"/>
    <w:rsid w:val="00300AD4"/>
    <w:rsid w:val="00306C19"/>
    <w:rsid w:val="00314292"/>
    <w:rsid w:val="00351632"/>
    <w:rsid w:val="003634C8"/>
    <w:rsid w:val="00383802"/>
    <w:rsid w:val="00384884"/>
    <w:rsid w:val="003B5DEC"/>
    <w:rsid w:val="003C3EC8"/>
    <w:rsid w:val="003D3036"/>
    <w:rsid w:val="003E1C3D"/>
    <w:rsid w:val="003E782E"/>
    <w:rsid w:val="003E7DC7"/>
    <w:rsid w:val="00403976"/>
    <w:rsid w:val="00440FC6"/>
    <w:rsid w:val="0046663B"/>
    <w:rsid w:val="00484A27"/>
    <w:rsid w:val="00492CA3"/>
    <w:rsid w:val="004A264F"/>
    <w:rsid w:val="004A5E2F"/>
    <w:rsid w:val="004B2777"/>
    <w:rsid w:val="0050210C"/>
    <w:rsid w:val="00506893"/>
    <w:rsid w:val="005078E8"/>
    <w:rsid w:val="005136CC"/>
    <w:rsid w:val="005622E7"/>
    <w:rsid w:val="0057276B"/>
    <w:rsid w:val="005B07CF"/>
    <w:rsid w:val="005B0A53"/>
    <w:rsid w:val="00610178"/>
    <w:rsid w:val="00612E1F"/>
    <w:rsid w:val="0061635A"/>
    <w:rsid w:val="006402D5"/>
    <w:rsid w:val="006428B5"/>
    <w:rsid w:val="0065679E"/>
    <w:rsid w:val="00670A74"/>
    <w:rsid w:val="006B1F36"/>
    <w:rsid w:val="006B51F2"/>
    <w:rsid w:val="006E375E"/>
    <w:rsid w:val="00715BF6"/>
    <w:rsid w:val="00761D48"/>
    <w:rsid w:val="00765DDE"/>
    <w:rsid w:val="00771B74"/>
    <w:rsid w:val="007B77A8"/>
    <w:rsid w:val="007C3E9B"/>
    <w:rsid w:val="007C57D4"/>
    <w:rsid w:val="00806F20"/>
    <w:rsid w:val="008142FD"/>
    <w:rsid w:val="00820174"/>
    <w:rsid w:val="00866B3A"/>
    <w:rsid w:val="00870A77"/>
    <w:rsid w:val="008753C9"/>
    <w:rsid w:val="00887588"/>
    <w:rsid w:val="00900B58"/>
    <w:rsid w:val="00904CA5"/>
    <w:rsid w:val="00925583"/>
    <w:rsid w:val="0093202E"/>
    <w:rsid w:val="00962A02"/>
    <w:rsid w:val="009671C7"/>
    <w:rsid w:val="00981619"/>
    <w:rsid w:val="009B56A1"/>
    <w:rsid w:val="009B779A"/>
    <w:rsid w:val="009B7D96"/>
    <w:rsid w:val="009E0A94"/>
    <w:rsid w:val="00A143CA"/>
    <w:rsid w:val="00A30455"/>
    <w:rsid w:val="00A3419C"/>
    <w:rsid w:val="00A41308"/>
    <w:rsid w:val="00A47CC3"/>
    <w:rsid w:val="00A617A8"/>
    <w:rsid w:val="00A70E7C"/>
    <w:rsid w:val="00AB0E90"/>
    <w:rsid w:val="00AD5F06"/>
    <w:rsid w:val="00AE4FA4"/>
    <w:rsid w:val="00B05529"/>
    <w:rsid w:val="00B17F1B"/>
    <w:rsid w:val="00B2325F"/>
    <w:rsid w:val="00B56CB7"/>
    <w:rsid w:val="00B731F4"/>
    <w:rsid w:val="00B90BB0"/>
    <w:rsid w:val="00BC0DD5"/>
    <w:rsid w:val="00BF68F1"/>
    <w:rsid w:val="00C428B0"/>
    <w:rsid w:val="00C629F9"/>
    <w:rsid w:val="00C7609F"/>
    <w:rsid w:val="00C83725"/>
    <w:rsid w:val="00C96BA2"/>
    <w:rsid w:val="00CA14FB"/>
    <w:rsid w:val="00CB6B09"/>
    <w:rsid w:val="00CD163D"/>
    <w:rsid w:val="00CE3D20"/>
    <w:rsid w:val="00CE54D8"/>
    <w:rsid w:val="00CF030A"/>
    <w:rsid w:val="00D51DA4"/>
    <w:rsid w:val="00D63F86"/>
    <w:rsid w:val="00D7743C"/>
    <w:rsid w:val="00D949A9"/>
    <w:rsid w:val="00DA18AB"/>
    <w:rsid w:val="00DF03BC"/>
    <w:rsid w:val="00E00C08"/>
    <w:rsid w:val="00E148DB"/>
    <w:rsid w:val="00E34A4D"/>
    <w:rsid w:val="00E43680"/>
    <w:rsid w:val="00E53321"/>
    <w:rsid w:val="00E67C24"/>
    <w:rsid w:val="00E73402"/>
    <w:rsid w:val="00E76857"/>
    <w:rsid w:val="00E81499"/>
    <w:rsid w:val="00ED01D6"/>
    <w:rsid w:val="00EF37D9"/>
    <w:rsid w:val="00EF6D30"/>
    <w:rsid w:val="00F029D2"/>
    <w:rsid w:val="00F17BCD"/>
    <w:rsid w:val="00F21E1B"/>
    <w:rsid w:val="00F25240"/>
    <w:rsid w:val="00F43FEA"/>
    <w:rsid w:val="00F51CD5"/>
    <w:rsid w:val="00F633FF"/>
    <w:rsid w:val="00FA1200"/>
    <w:rsid w:val="00FA22CE"/>
    <w:rsid w:val="00FA56CF"/>
    <w:rsid w:val="00FD0F8C"/>
    <w:rsid w:val="00FE0078"/>
    <w:rsid w:val="00FE3AFC"/>
    <w:rsid w:val="00FF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759702-CFEB-4302-81A2-DB3995F3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="Century Gothic" w:hAnsi="Century Gothic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8F1"/>
    <w:pPr>
      <w:spacing w:line="312" w:lineRule="auto"/>
    </w:pPr>
    <w:rPr>
      <w:rFonts w:asciiTheme="minorHAnsi" w:hAnsiTheme="minorHAnsi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325F"/>
    <w:pPr>
      <w:keepNext/>
      <w:keepLines/>
      <w:spacing w:before="120" w:after="360"/>
      <w:jc w:val="center"/>
      <w:outlineLvl w:val="0"/>
    </w:pPr>
    <w:rPr>
      <w:rFonts w:asciiTheme="majorHAnsi" w:eastAsia="Times New Roman" w:hAnsiTheme="majorHAns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25F"/>
    <w:rPr>
      <w:rFonts w:asciiTheme="majorHAnsi" w:eastAsia="Times New Roman" w:hAnsiTheme="majorHAns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5B07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7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7C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07CF"/>
    <w:rPr>
      <w:color w:val="808080"/>
    </w:rPr>
  </w:style>
  <w:style w:type="paragraph" w:styleId="Footer">
    <w:name w:val="footer"/>
    <w:basedOn w:val="Normal"/>
    <w:qFormat/>
    <w:rsid w:val="00B2325F"/>
    <w:pPr>
      <w:jc w:val="right"/>
    </w:pPr>
  </w:style>
  <w:style w:type="paragraph" w:styleId="Header">
    <w:name w:val="header"/>
    <w:basedOn w:val="Normal"/>
    <w:link w:val="HeaderChar"/>
    <w:uiPriority w:val="99"/>
    <w:semiHidden/>
    <w:unhideWhenUsed/>
    <w:rsid w:val="0025541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410"/>
  </w:style>
  <w:style w:type="paragraph" w:customStyle="1" w:styleId="Question">
    <w:name w:val="Question"/>
    <w:basedOn w:val="Normal"/>
    <w:qFormat/>
    <w:rsid w:val="00CB6B09"/>
    <w:pPr>
      <w:keepLines/>
      <w:numPr>
        <w:numId w:val="3"/>
      </w:numPr>
      <w:spacing w:before="480" w:after="120"/>
    </w:pPr>
    <w:rPr>
      <w:rFonts w:eastAsia="Times New Roman"/>
      <w:szCs w:val="24"/>
    </w:rPr>
  </w:style>
  <w:style w:type="paragraph" w:customStyle="1" w:styleId="Answer">
    <w:name w:val="Answer"/>
    <w:basedOn w:val="Normal"/>
    <w:qFormat/>
    <w:rsid w:val="00CB6B09"/>
    <w:pPr>
      <w:keepLines/>
      <w:numPr>
        <w:ilvl w:val="1"/>
        <w:numId w:val="3"/>
      </w:numPr>
      <w:tabs>
        <w:tab w:val="clear" w:pos="1440"/>
      </w:tabs>
      <w:spacing w:after="120"/>
      <w:ind w:left="1080"/>
    </w:pPr>
  </w:style>
  <w:style w:type="character" w:styleId="CommentReference">
    <w:name w:val="annotation reference"/>
    <w:basedOn w:val="DefaultParagraphFont"/>
    <w:uiPriority w:val="99"/>
    <w:semiHidden/>
    <w:unhideWhenUsed/>
    <w:rsid w:val="00286ADB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7276B"/>
    <w:pPr>
      <w:spacing w:line="240" w:lineRule="auto"/>
    </w:pPr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7276B"/>
    <w:rPr>
      <w:b/>
      <w:bCs/>
    </w:rPr>
  </w:style>
  <w:style w:type="paragraph" w:styleId="Revision">
    <w:name w:val="Revision"/>
    <w:hidden/>
    <w:uiPriority w:val="99"/>
    <w:semiHidden/>
    <w:rsid w:val="00981619"/>
    <w:rPr>
      <w:szCs w:val="22"/>
    </w:rPr>
  </w:style>
  <w:style w:type="paragraph" w:customStyle="1" w:styleId="Instructions">
    <w:name w:val="Instructions"/>
    <w:basedOn w:val="Normal"/>
    <w:qFormat/>
    <w:rsid w:val="00BF68F1"/>
    <w:pPr>
      <w:pBdr>
        <w:bottom w:val="single" w:sz="4" w:space="3" w:color="auto"/>
      </w:pBdr>
      <w:spacing w:before="400" w:line="240" w:lineRule="auto"/>
    </w:pPr>
    <w:rPr>
      <w:rFonts w:eastAsia="Times New Roman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Multiple-choice%20test%20or%20survey%20(3-answer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9B9AE2B-D7C1-4D47-A07C-898406ED44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Multiple-choice test or survey (3-answer)</Template>
  <TotalTime>318</TotalTime>
  <Pages>12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Multiple-choice test or survey (3-answer)</vt:lpstr>
    </vt:vector>
  </TitlesOfParts>
  <Company/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(3-answer)</dc:title>
  <dc:creator>Dillon Wasko</dc:creator>
  <cp:keywords/>
  <cp:lastModifiedBy>Dillon Wasko</cp:lastModifiedBy>
  <cp:revision>102</cp:revision>
  <cp:lastPrinted>2011-12-28T16:59:00Z</cp:lastPrinted>
  <dcterms:created xsi:type="dcterms:W3CDTF">2014-12-14T19:29:00Z</dcterms:created>
  <dcterms:modified xsi:type="dcterms:W3CDTF">2014-12-15T00:48:00Z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TC010184031033</vt:lpwstr>
  </property>
</Properties>
</file>